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10" w:rsidRPr="003F78D2" w:rsidRDefault="00A366A1" w:rsidP="003D0090">
      <w:pPr>
        <w:pStyle w:val="ASDEFCONNormal"/>
        <w:jc w:val="center"/>
      </w:pPr>
      <w:r w:rsidRPr="003F78D2">
        <w:rPr>
          <w:noProof/>
        </w:rPr>
        <w:drawing>
          <wp:inline distT="0" distB="0" distL="0" distR="0">
            <wp:extent cx="2091600" cy="1386000"/>
            <wp:effectExtent l="0" t="0" r="444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in Document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00" cy="13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310" w:rsidRPr="003F78D2" w:rsidRDefault="00D41310" w:rsidP="00BC3EFA">
      <w:pPr>
        <w:pStyle w:val="ASDEFCONNormal"/>
      </w:pPr>
    </w:p>
    <w:p w:rsidR="00706827" w:rsidRPr="00870954" w:rsidRDefault="00706827" w:rsidP="003D0090">
      <w:pPr>
        <w:pStyle w:val="ASDEFCONCoverTitle"/>
      </w:pPr>
      <w:r w:rsidRPr="00870954">
        <w:t>ASDEFCON</w:t>
      </w:r>
    </w:p>
    <w:p w:rsidR="007624CF" w:rsidRPr="00B62A09" w:rsidRDefault="00706827" w:rsidP="007624CF">
      <w:pPr>
        <w:pStyle w:val="ASDEFCONCoverTitle"/>
        <w:rPr>
          <w:szCs w:val="104"/>
        </w:rPr>
      </w:pPr>
      <w:r w:rsidRPr="00870954">
        <w:t>(</w:t>
      </w:r>
      <w:r w:rsidR="00714044">
        <w:t>Support Short</w:t>
      </w:r>
      <w:r w:rsidRPr="00B62A09">
        <w:rPr>
          <w:szCs w:val="104"/>
        </w:rPr>
        <w:t>)</w:t>
      </w:r>
      <w:r w:rsidR="007624CF">
        <w:rPr>
          <w:szCs w:val="104"/>
        </w:rPr>
        <w:t xml:space="preserve"> </w:t>
      </w:r>
      <w:r w:rsidR="007624CF">
        <w:rPr>
          <w:szCs w:val="104"/>
        </w:rPr>
        <w:fldChar w:fldCharType="begin"/>
      </w:r>
      <w:r w:rsidR="007624CF">
        <w:rPr>
          <w:szCs w:val="104"/>
        </w:rPr>
        <w:instrText xml:space="preserve"> DOCPROPERTY Version </w:instrText>
      </w:r>
      <w:r w:rsidR="007624CF">
        <w:rPr>
          <w:szCs w:val="104"/>
        </w:rPr>
        <w:fldChar w:fldCharType="separate"/>
      </w:r>
      <w:r w:rsidR="008A50EA">
        <w:rPr>
          <w:szCs w:val="104"/>
        </w:rPr>
        <w:t>V3.1</w:t>
      </w:r>
      <w:r w:rsidR="007624CF">
        <w:rPr>
          <w:szCs w:val="104"/>
        </w:rPr>
        <w:fldChar w:fldCharType="end"/>
      </w:r>
    </w:p>
    <w:p w:rsidR="00706827" w:rsidRDefault="00706827" w:rsidP="00BC3EFA">
      <w:pPr>
        <w:pStyle w:val="ASDEFCONNormal"/>
      </w:pPr>
    </w:p>
    <w:p w:rsidR="00706827" w:rsidRPr="00B62A09" w:rsidRDefault="00706827" w:rsidP="003D0090">
      <w:pPr>
        <w:pStyle w:val="ASDEFCONCoverPageIncorp"/>
      </w:pPr>
      <w:r w:rsidRPr="00B62A09">
        <w:t>Incorporating:</w:t>
      </w:r>
    </w:p>
    <w:p w:rsidR="00706827" w:rsidRPr="00B62A09" w:rsidRDefault="00706827" w:rsidP="00BC3EFA">
      <w:pPr>
        <w:pStyle w:val="ASDEFCONCoverPageIncorp"/>
      </w:pPr>
      <w:r w:rsidRPr="00B62A09">
        <w:t>Conditions of Tender</w:t>
      </w:r>
    </w:p>
    <w:p w:rsidR="00054AD1" w:rsidRDefault="00706827" w:rsidP="00BC3EFA">
      <w:pPr>
        <w:pStyle w:val="ASDEFCONCoverPageIncorp"/>
      </w:pPr>
      <w:r>
        <w:t xml:space="preserve">Draft Conditions of </w:t>
      </w:r>
      <w:r w:rsidR="00714044">
        <w:t>Contract</w:t>
      </w:r>
    </w:p>
    <w:p w:rsidR="00714044" w:rsidRDefault="00714044" w:rsidP="00BC3EFA">
      <w:pPr>
        <w:pStyle w:val="ASDEFCONCoverPageIncorp"/>
      </w:pPr>
      <w:r>
        <w:t>Draft Statement of Work</w:t>
      </w:r>
    </w:p>
    <w:p w:rsidR="007624CF" w:rsidRDefault="007624CF" w:rsidP="00BC3EFA">
      <w:pPr>
        <w:pStyle w:val="ASDEFCONCoverPageIncorp"/>
        <w:sectPr w:rsidR="007624CF" w:rsidSect="009D66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  <w:r>
        <w:t xml:space="preserve">Released </w:t>
      </w:r>
      <w:r w:rsidR="00031519">
        <w:t>Aug</w:t>
      </w:r>
      <w:r w:rsidR="008A50EA">
        <w:t>ust</w:t>
      </w:r>
      <w:r w:rsidR="00031519">
        <w:t xml:space="preserve"> </w:t>
      </w:r>
      <w:r w:rsidR="005301EC">
        <w:t>202</w:t>
      </w:r>
      <w:r w:rsidR="00031519">
        <w:t>4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lastRenderedPageBreak/>
        <w:t>Note to External Agencies</w:t>
      </w:r>
    </w:p>
    <w:p w:rsidR="009D66E4" w:rsidRPr="00517A53" w:rsidRDefault="009D66E4" w:rsidP="003D0090">
      <w:pPr>
        <w:pStyle w:val="ASDEFCONNormal"/>
      </w:pPr>
      <w:r w:rsidRPr="00517A53">
        <w:t xml:space="preserve">External agencies intending to use this template </w:t>
      </w:r>
      <w:r>
        <w:t>will</w:t>
      </w:r>
      <w:r w:rsidRPr="00517A53">
        <w:t xml:space="preserve"> need to tailor it in order to meet their specific procurement requirements (including relevant </w:t>
      </w:r>
      <w:r>
        <w:t>internal guidance</w:t>
      </w:r>
      <w:r w:rsidRPr="00517A53">
        <w:t>) and should seek appropriate professional guidance</w:t>
      </w:r>
      <w:r>
        <w:t xml:space="preserve"> as required</w:t>
      </w:r>
      <w:r w:rsidRPr="00517A53">
        <w:t>.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t>Disclaimer</w:t>
      </w:r>
    </w:p>
    <w:p w:rsidR="009D66E4" w:rsidRPr="00075F19" w:rsidRDefault="009D66E4" w:rsidP="003D0090">
      <w:pPr>
        <w:pStyle w:val="ASDEFCONNormal"/>
        <w:rPr>
          <w:rFonts w:cs="Helvetica"/>
          <w:szCs w:val="20"/>
          <w:lang w:val="en"/>
        </w:rPr>
      </w:pPr>
      <w:r w:rsidRPr="00075F19">
        <w:rPr>
          <w:rFonts w:cs="Helvetica"/>
          <w:szCs w:val="20"/>
          <w:lang w:val="en"/>
        </w:rPr>
        <w:t>While every effort has been made to ensure this publication is accurate and up-to-date, any external user should exercise independent skill and judgement before relying on it.  Further, this publication is not a substitute for independent professional advice and users external to Defence should obtain appropriate advice relevant to their particular circumstances.</w:t>
      </w:r>
    </w:p>
    <w:p w:rsidR="009D66E4" w:rsidRDefault="009D66E4" w:rsidP="003D0090">
      <w:pPr>
        <w:pStyle w:val="ASDEFCONNormal"/>
        <w:rPr>
          <w:szCs w:val="20"/>
          <w:lang w:val="en"/>
        </w:rPr>
      </w:pPr>
      <w:r w:rsidRPr="00075F19">
        <w:rPr>
          <w:rFonts w:cs="Helvetica"/>
          <w:szCs w:val="20"/>
          <w:lang w:val="en"/>
        </w:rPr>
        <w:t xml:space="preserve">Defence does not make any representation or warranty about the accuracy, reliability, currency or completeness of any material contained in this publication and nothing in this publication should be considered a representation by the Commonwealth.  </w:t>
      </w:r>
      <w:r w:rsidRPr="00075F19">
        <w:rPr>
          <w:rFonts w:cs="Arial"/>
        </w:rPr>
        <w:t xml:space="preserve">In publishing this information, Defence does not warrant that the information will be used in any particular procurement process.  </w:t>
      </w:r>
      <w:r w:rsidRPr="00075F19">
        <w:rPr>
          <w:szCs w:val="20"/>
          <w:lang w:val="en"/>
        </w:rPr>
        <w:t>Defence is not liable for any loss resulting from any action taken or reliance made on any information or material in this publication (including, without limitation, third party information).</w:t>
      </w:r>
    </w:p>
    <w:p w:rsidR="009D66E4" w:rsidRPr="003D0090" w:rsidRDefault="009D66E4" w:rsidP="003D0090">
      <w:pPr>
        <w:pStyle w:val="ASDEFCONNormal"/>
        <w:rPr>
          <w:b/>
        </w:rPr>
      </w:pPr>
      <w:r w:rsidRPr="003D0090">
        <w:rPr>
          <w:b/>
        </w:rPr>
        <w:t>Copyright</w:t>
      </w:r>
    </w:p>
    <w:p w:rsidR="00E74735" w:rsidRPr="00981522" w:rsidRDefault="00E74735" w:rsidP="00E74735">
      <w:pPr>
        <w:pStyle w:val="ASDEFCONNormal"/>
        <w:ind w:right="-58"/>
      </w:pPr>
      <w:r w:rsidRPr="00981522">
        <w:t xml:space="preserve">Commonwealth of Australia </w:t>
      </w:r>
      <w:r>
        <w:t>2023</w:t>
      </w:r>
    </w:p>
    <w:p w:rsidR="008A50EA" w:rsidRDefault="008A50EA" w:rsidP="008A50EA">
      <w:pPr>
        <w:pStyle w:val="ASDEFCONNormal"/>
        <w:rPr>
          <w:lang w:val="en"/>
        </w:rPr>
      </w:pPr>
      <w:r w:rsidRPr="00C827ED">
        <w:rPr>
          <w:lang w:val="en"/>
        </w:rPr>
        <w:t xml:space="preserve">With the exception of the Commonwealth Coat of Arms, this publication </w:t>
      </w:r>
      <w:proofErr w:type="gramStart"/>
      <w:r w:rsidRPr="00C827ED">
        <w:rPr>
          <w:lang w:val="en"/>
        </w:rPr>
        <w:t>is provided</w:t>
      </w:r>
      <w:proofErr w:type="gramEnd"/>
      <w:r w:rsidRPr="00C827ED">
        <w:rPr>
          <w:lang w:val="en"/>
        </w:rPr>
        <w:t xml:space="preserve"> under a </w:t>
      </w:r>
      <w:hyperlink r:id="rId14" w:tgtFrame="_blank" w:history="1">
        <w:r w:rsidRPr="00CE6149">
          <w:rPr>
            <w:rStyle w:val="Hyperlink"/>
          </w:rPr>
          <w:t>Creative Commons Attribution 4.0 International Licence</w:t>
        </w:r>
      </w:hyperlink>
      <w:r>
        <w:t>.</w:t>
      </w:r>
    </w:p>
    <w:p w:rsidR="008A50EA" w:rsidRPr="00C827ED" w:rsidRDefault="008A50EA" w:rsidP="008A50EA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 wp14:anchorId="0E0039D5" wp14:editId="39B74AA4">
            <wp:extent cx="838200" cy="295275"/>
            <wp:effectExtent l="0" t="0" r="0" b="9525"/>
            <wp:docPr id="2" name="Picture 2" descr="Creative Commons Licens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0EA" w:rsidRDefault="008A50EA" w:rsidP="008A50EA">
      <w:pPr>
        <w:pStyle w:val="ASDEFCONNormal"/>
        <w:ind w:right="-58"/>
        <w:rPr>
          <w:rStyle w:val="Hyperlink"/>
        </w:rPr>
      </w:pPr>
      <w:r w:rsidRPr="00C827ED">
        <w:rPr>
          <w:lang w:val="en"/>
        </w:rPr>
        <w:t xml:space="preserve">The details of the relevant </w:t>
      </w:r>
      <w:proofErr w:type="spellStart"/>
      <w:r w:rsidRPr="00C827ED">
        <w:rPr>
          <w:lang w:val="en"/>
        </w:rPr>
        <w:t>licence</w:t>
      </w:r>
      <w:proofErr w:type="spellEnd"/>
      <w:r w:rsidRPr="00C827ED">
        <w:rPr>
          <w:lang w:val="en"/>
        </w:rPr>
        <w:t xml:space="preserve"> conditions are available on the Creative Commons website (accessible using the links provided) as is the </w:t>
      </w:r>
      <w:hyperlink r:id="rId17" w:history="1">
        <w:r>
          <w:rPr>
            <w:rStyle w:val="Hyperlink"/>
          </w:rPr>
          <w:t>full legal code for the CC BY 4.0 International licence</w:t>
        </w:r>
      </w:hyperlink>
      <w:r w:rsidRPr="00C827ED">
        <w:rPr>
          <w:lang w:val="en"/>
        </w:rPr>
        <w:t>.</w:t>
      </w:r>
    </w:p>
    <w:p w:rsidR="009D66E4" w:rsidRPr="00221D2C" w:rsidRDefault="009D66E4" w:rsidP="003D0090">
      <w:pPr>
        <w:pStyle w:val="ASDEFCONNormal"/>
        <w:rPr>
          <w:lang w:val="en"/>
        </w:rPr>
      </w:pPr>
      <w:bookmarkStart w:id="0" w:name="_GoBack"/>
      <w:bookmarkEnd w:id="0"/>
      <w:r>
        <w:rPr>
          <w:lang w:val="en"/>
        </w:rPr>
        <w:t>This publication</w:t>
      </w:r>
      <w:r w:rsidRPr="002F66E2">
        <w:rPr>
          <w:lang w:val="en"/>
        </w:rPr>
        <w:t xml:space="preserve"> should be attributed as</w:t>
      </w:r>
      <w:r w:rsidRPr="002062A5">
        <w:rPr>
          <w:lang w:val="en"/>
        </w:rPr>
        <w:t xml:space="preserve"> </w:t>
      </w:r>
      <w:r w:rsidRPr="002062A5">
        <w:rPr>
          <w:i/>
          <w:lang w:val="en"/>
        </w:rPr>
        <w:t>AS</w:t>
      </w:r>
      <w:r>
        <w:rPr>
          <w:i/>
          <w:lang w:val="en"/>
        </w:rPr>
        <w:t>DEFCON (</w:t>
      </w:r>
      <w:r w:rsidR="00714044">
        <w:rPr>
          <w:i/>
          <w:lang w:val="en"/>
        </w:rPr>
        <w:t>Support Short</w:t>
      </w:r>
      <w:r>
        <w:rPr>
          <w:i/>
          <w:lang w:val="en"/>
        </w:rPr>
        <w:t>)</w:t>
      </w:r>
      <w:r w:rsidRPr="00E25C78">
        <w:rPr>
          <w:lang w:val="en"/>
        </w:rPr>
        <w:t xml:space="preserve"> </w:t>
      </w:r>
      <w:r w:rsidR="007624CF">
        <w:rPr>
          <w:lang w:val="en"/>
        </w:rPr>
        <w:fldChar w:fldCharType="begin"/>
      </w:r>
      <w:r w:rsidR="007624CF">
        <w:rPr>
          <w:lang w:val="en"/>
        </w:rPr>
        <w:instrText xml:space="preserve"> DOCPROPERTY Version </w:instrText>
      </w:r>
      <w:r w:rsidR="007624CF">
        <w:rPr>
          <w:lang w:val="en"/>
        </w:rPr>
        <w:fldChar w:fldCharType="separate"/>
      </w:r>
      <w:r w:rsidR="008A50EA">
        <w:rPr>
          <w:lang w:val="en"/>
        </w:rPr>
        <w:t>V3.1</w:t>
      </w:r>
      <w:r w:rsidR="007624CF">
        <w:rPr>
          <w:lang w:val="en"/>
        </w:rPr>
        <w:fldChar w:fldCharType="end"/>
      </w:r>
    </w:p>
    <w:p w:rsidR="009D66E4" w:rsidRPr="00E517C9" w:rsidRDefault="009D66E4" w:rsidP="003D0090">
      <w:pPr>
        <w:pStyle w:val="ASDEFCONNormal"/>
        <w:rPr>
          <w:b/>
        </w:rPr>
      </w:pPr>
      <w:r w:rsidRPr="00E517C9">
        <w:rPr>
          <w:b/>
        </w:rPr>
        <w:t>Use of the Coat of Arms</w:t>
      </w:r>
    </w:p>
    <w:p w:rsidR="009D66E4" w:rsidRPr="00221D2C" w:rsidRDefault="009D66E4" w:rsidP="003D0090">
      <w:pPr>
        <w:pStyle w:val="ASDEFCONNormal"/>
        <w:rPr>
          <w:lang w:val="en"/>
        </w:rPr>
      </w:pPr>
      <w:r w:rsidRPr="00221D2C">
        <w:rPr>
          <w:lang w:val="en"/>
        </w:rPr>
        <w:t>The terms under which the Coat of Arms can be used are detailed on the</w:t>
      </w:r>
      <w:r w:rsidR="00CC3A4A">
        <w:rPr>
          <w:lang w:val="en"/>
        </w:rPr>
        <w:t xml:space="preserve"> </w:t>
      </w:r>
      <w:r w:rsidR="00CC3A4A">
        <w:t xml:space="preserve">the </w:t>
      </w:r>
      <w:hyperlink r:id="rId18" w:history="1">
        <w:r w:rsidR="009570DE">
          <w:rPr>
            <w:rStyle w:val="Hyperlink"/>
          </w:rPr>
          <w:t>Department of the Prime Minister and Cabinet</w:t>
        </w:r>
      </w:hyperlink>
      <w:r w:rsidR="00CC3A4A">
        <w:t xml:space="preserve"> website</w:t>
      </w:r>
      <w:r w:rsidR="00CC3A4A" w:rsidRPr="00981522">
        <w:rPr>
          <w:rStyle w:val="FootnoteReference"/>
        </w:rPr>
        <w:footnoteReference w:id="1"/>
      </w:r>
      <w:r w:rsidR="00CC3A4A" w:rsidRPr="00981522">
        <w:rPr>
          <w:rFonts w:cs="Arial"/>
        </w:rPr>
        <w:t>.</w:t>
      </w:r>
    </w:p>
    <w:p w:rsidR="009D66E4" w:rsidRPr="00221D2C" w:rsidRDefault="009D66E4" w:rsidP="003D0090">
      <w:pPr>
        <w:pStyle w:val="ASDEFCONNormal"/>
        <w:rPr>
          <w:b/>
        </w:rPr>
      </w:pPr>
      <w:r w:rsidRPr="00221D2C">
        <w:rPr>
          <w:b/>
        </w:rPr>
        <w:t>Feedback</w:t>
      </w:r>
    </w:p>
    <w:p w:rsidR="009D66E4" w:rsidRPr="00221D2C" w:rsidRDefault="009D66E4" w:rsidP="003D0090">
      <w:pPr>
        <w:pStyle w:val="ASDEFCONNormal"/>
        <w:rPr>
          <w:rFonts w:cs="Arial"/>
          <w:color w:val="0000FF"/>
        </w:rPr>
      </w:pPr>
      <w:r w:rsidRPr="00221D2C">
        <w:rPr>
          <w:rFonts w:cs="Arial"/>
        </w:rPr>
        <w:t xml:space="preserve">All feedback on this publication and suggestions for improvement should be sent </w:t>
      </w:r>
      <w:proofErr w:type="gramStart"/>
      <w:r w:rsidRPr="00221D2C">
        <w:rPr>
          <w:rFonts w:cs="Arial"/>
        </w:rPr>
        <w:t>to:</w:t>
      </w:r>
      <w:proofErr w:type="gramEnd"/>
      <w:r w:rsidR="009625E7">
        <w:rPr>
          <w:rFonts w:cs="Arial"/>
        </w:rPr>
        <w:tab/>
        <w:t xml:space="preserve"> </w:t>
      </w:r>
      <w:r w:rsidR="009625E7">
        <w:rPr>
          <w:rFonts w:cs="Arial"/>
        </w:rPr>
        <w:br/>
      </w:r>
      <w:hyperlink r:id="rId19" w:history="1">
        <w:r w:rsidR="009C286D" w:rsidRPr="00EC0C00">
          <w:rPr>
            <w:rStyle w:val="Hyperlink"/>
            <w:rFonts w:cs="Arial"/>
          </w:rPr>
          <w:t>procurement.ASDEFCON@defence.gov.au</w:t>
        </w:r>
      </w:hyperlink>
      <w:r w:rsidRPr="00221D2C">
        <w:rPr>
          <w:rFonts w:cs="Arial"/>
          <w:color w:val="0000FF"/>
        </w:rPr>
        <w:t>.</w:t>
      </w:r>
    </w:p>
    <w:p w:rsidR="009D66E4" w:rsidRPr="003F78D2" w:rsidRDefault="009D66E4" w:rsidP="003D0090">
      <w:pPr>
        <w:pStyle w:val="ASDEFCONNormal"/>
      </w:pPr>
    </w:p>
    <w:sectPr w:rsidR="009D66E4" w:rsidRPr="003F78D2" w:rsidSect="009D66E4">
      <w:pgSz w:w="11907" w:h="16840" w:code="9"/>
      <w:pgMar w:top="1440" w:right="1588" w:bottom="1440" w:left="1588" w:header="720" w:footer="720" w:gutter="0"/>
      <w:pgBorders w:offsetFrom="page">
        <w:top w:val="thickThinMediumGap" w:sz="18" w:space="24" w:color="808080"/>
        <w:left w:val="thickThinMediumGap" w:sz="18" w:space="24" w:color="808080"/>
        <w:bottom w:val="thickThinMediumGap" w:sz="18" w:space="24" w:color="808080"/>
        <w:right w:val="thickThinMediumGap" w:sz="18" w:space="24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75" w:rsidRDefault="00214275">
      <w:r>
        <w:separator/>
      </w:r>
    </w:p>
  </w:endnote>
  <w:endnote w:type="continuationSeparator" w:id="0">
    <w:p w:rsidR="00214275" w:rsidRDefault="0021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75" w:rsidRDefault="00214275">
      <w:r>
        <w:separator/>
      </w:r>
    </w:p>
  </w:footnote>
  <w:footnote w:type="continuationSeparator" w:id="0">
    <w:p w:rsidR="00214275" w:rsidRDefault="00214275">
      <w:r>
        <w:continuationSeparator/>
      </w:r>
    </w:p>
  </w:footnote>
  <w:footnote w:id="1">
    <w:p w:rsidR="00CC3A4A" w:rsidRDefault="00CC3A4A" w:rsidP="00CC3A4A">
      <w:pPr>
        <w:pStyle w:val="ASDEFCONHeaderFooterLeft"/>
      </w:pPr>
      <w:r w:rsidRPr="00284DE9">
        <w:rPr>
          <w:rStyle w:val="Hyperlink"/>
          <w:color w:val="auto"/>
          <w:sz w:val="20"/>
          <w:szCs w:val="20"/>
          <w:u w:val="none"/>
          <w:vertAlign w:val="superscript"/>
        </w:rPr>
        <w:footnoteRef/>
      </w:r>
      <w:r w:rsidRPr="00284DE9">
        <w:rPr>
          <w:rStyle w:val="Hyperlink"/>
          <w:u w:val="none"/>
        </w:rPr>
        <w:t xml:space="preserve"> </w:t>
      </w:r>
      <w:hyperlink r:id="rId1" w:history="1">
        <w:r w:rsidRPr="00284DE9">
          <w:rPr>
            <w:rStyle w:val="Hyperlink"/>
            <w:szCs w:val="16"/>
          </w:rPr>
          <w:t>https://www.pmc.gov.au/government/commonwealth-coat-arms</w:t>
        </w:r>
      </w:hyperlink>
      <w:r w:rsidRPr="00284DE9">
        <w:rPr>
          <w:rStyle w:val="Hyperlink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FA" w:rsidRDefault="00BC3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0F"/>
    <w:rsid w:val="0000196B"/>
    <w:rsid w:val="00001E91"/>
    <w:rsid w:val="00013756"/>
    <w:rsid w:val="00031519"/>
    <w:rsid w:val="00054AD1"/>
    <w:rsid w:val="00056737"/>
    <w:rsid w:val="000D280F"/>
    <w:rsid w:val="000E7F39"/>
    <w:rsid w:val="00116978"/>
    <w:rsid w:val="001505D0"/>
    <w:rsid w:val="00163645"/>
    <w:rsid w:val="0016769B"/>
    <w:rsid w:val="00193694"/>
    <w:rsid w:val="001C6B28"/>
    <w:rsid w:val="001E4471"/>
    <w:rsid w:val="00214275"/>
    <w:rsid w:val="00221D2C"/>
    <w:rsid w:val="0025454B"/>
    <w:rsid w:val="00255A25"/>
    <w:rsid w:val="00284DE9"/>
    <w:rsid w:val="00342E41"/>
    <w:rsid w:val="0038550D"/>
    <w:rsid w:val="0038576B"/>
    <w:rsid w:val="003C0DBC"/>
    <w:rsid w:val="003D0090"/>
    <w:rsid w:val="003F78D2"/>
    <w:rsid w:val="004333E2"/>
    <w:rsid w:val="004658BA"/>
    <w:rsid w:val="00497C7A"/>
    <w:rsid w:val="004A323D"/>
    <w:rsid w:val="004C4A38"/>
    <w:rsid w:val="004D4E86"/>
    <w:rsid w:val="004E0909"/>
    <w:rsid w:val="005067B4"/>
    <w:rsid w:val="005301EC"/>
    <w:rsid w:val="00530CA6"/>
    <w:rsid w:val="0054179F"/>
    <w:rsid w:val="005528DB"/>
    <w:rsid w:val="00580A15"/>
    <w:rsid w:val="00655027"/>
    <w:rsid w:val="00691188"/>
    <w:rsid w:val="006B5C0E"/>
    <w:rsid w:val="006C0DBC"/>
    <w:rsid w:val="006E21C4"/>
    <w:rsid w:val="00706827"/>
    <w:rsid w:val="00711DF0"/>
    <w:rsid w:val="00714044"/>
    <w:rsid w:val="00736EF2"/>
    <w:rsid w:val="0074228C"/>
    <w:rsid w:val="007624CF"/>
    <w:rsid w:val="00781877"/>
    <w:rsid w:val="007B0257"/>
    <w:rsid w:val="007D16A2"/>
    <w:rsid w:val="00873C4A"/>
    <w:rsid w:val="00895D69"/>
    <w:rsid w:val="008A50EA"/>
    <w:rsid w:val="008B438B"/>
    <w:rsid w:val="008D2595"/>
    <w:rsid w:val="008F2EA4"/>
    <w:rsid w:val="009570DE"/>
    <w:rsid w:val="009625E7"/>
    <w:rsid w:val="009930CD"/>
    <w:rsid w:val="009C286D"/>
    <w:rsid w:val="009D66E4"/>
    <w:rsid w:val="00A31D96"/>
    <w:rsid w:val="00A366A1"/>
    <w:rsid w:val="00A450EF"/>
    <w:rsid w:val="00A511D3"/>
    <w:rsid w:val="00A94582"/>
    <w:rsid w:val="00AD6581"/>
    <w:rsid w:val="00B05A64"/>
    <w:rsid w:val="00B51B1A"/>
    <w:rsid w:val="00B568CD"/>
    <w:rsid w:val="00B8045C"/>
    <w:rsid w:val="00BC3EFA"/>
    <w:rsid w:val="00BC5A54"/>
    <w:rsid w:val="00CC3A4A"/>
    <w:rsid w:val="00CE647E"/>
    <w:rsid w:val="00D41310"/>
    <w:rsid w:val="00D4284B"/>
    <w:rsid w:val="00D66833"/>
    <w:rsid w:val="00DB796A"/>
    <w:rsid w:val="00DC5057"/>
    <w:rsid w:val="00DF248D"/>
    <w:rsid w:val="00E03D9B"/>
    <w:rsid w:val="00E4610F"/>
    <w:rsid w:val="00E517C9"/>
    <w:rsid w:val="00E74735"/>
    <w:rsid w:val="00F26D83"/>
    <w:rsid w:val="00F70C91"/>
    <w:rsid w:val="00F73C78"/>
    <w:rsid w:val="00F75AD4"/>
    <w:rsid w:val="00FA3158"/>
    <w:rsid w:val="00FA59BB"/>
    <w:rsid w:val="00FD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344826"/>
  <w15:chartTrackingRefBased/>
  <w15:docId w15:val="{08FA0546-5236-45E4-AE68-1F2E7D6A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E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A50EA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A50E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714044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714044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714044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714044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714044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14044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714044"/>
    <w:pPr>
      <w:numPr>
        <w:ilvl w:val="8"/>
        <w:numId w:val="1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A50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A50EA"/>
  </w:style>
  <w:style w:type="character" w:customStyle="1" w:styleId="Heading2Char">
    <w:name w:val="Heading 2 Char"/>
    <w:link w:val="Heading2"/>
    <w:rsid w:val="008A50EA"/>
    <w:rPr>
      <w:rFonts w:ascii="Cambria" w:hAnsi="Cambria"/>
      <w:b/>
      <w:bCs/>
      <w:color w:val="4F81BD"/>
      <w:sz w:val="26"/>
      <w:szCs w:val="26"/>
    </w:rPr>
  </w:style>
  <w:style w:type="paragraph" w:styleId="TOC1">
    <w:name w:val="toc 1"/>
    <w:next w:val="ASDEFCONNormal"/>
    <w:autoRedefine/>
    <w:uiPriority w:val="39"/>
    <w:rsid w:val="008A50E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8A50E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A50EA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8A50EA"/>
    <w:pPr>
      <w:spacing w:after="60"/>
      <w:ind w:left="1417" w:hanging="850"/>
    </w:pPr>
    <w:rPr>
      <w:rFonts w:ascii="Arial" w:hAnsi="Arial" w:cs="Arial"/>
      <w:szCs w:val="24"/>
    </w:rPr>
  </w:style>
  <w:style w:type="table" w:styleId="TableGrid">
    <w:name w:val="Table Grid"/>
    <w:basedOn w:val="TableNormal"/>
    <w:rsid w:val="0071404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54AD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54AD1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8A50EA"/>
    <w:rPr>
      <w:color w:val="0000FF"/>
      <w:u w:val="single"/>
    </w:rPr>
  </w:style>
  <w:style w:type="paragraph" w:styleId="BalloonText">
    <w:name w:val="Balloon Text"/>
    <w:basedOn w:val="Normal"/>
    <w:semiHidden/>
    <w:rsid w:val="009D66E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9D66E4"/>
    <w:pPr>
      <w:spacing w:after="240" w:line="312" w:lineRule="atLeast"/>
    </w:pPr>
    <w:rPr>
      <w:rFonts w:ascii="Times New Roman" w:hAnsi="Times New Roman"/>
      <w:color w:val="000000"/>
      <w:sz w:val="24"/>
    </w:rPr>
  </w:style>
  <w:style w:type="paragraph" w:styleId="BodyText">
    <w:name w:val="Body Text"/>
    <w:basedOn w:val="Normal"/>
    <w:rsid w:val="00714044"/>
  </w:style>
  <w:style w:type="paragraph" w:customStyle="1" w:styleId="Style1">
    <w:name w:val="Style1"/>
    <w:basedOn w:val="Heading4"/>
    <w:rsid w:val="0071404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714044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A50EA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8A50EA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8A50EA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A50EA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8A50EA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8A50EA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8A50E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A50E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A50E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A50E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A50EA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A50EA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A50E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A50EA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A50EA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8A50E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A50E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A50E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A50E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A50E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A50E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A50E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A50E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A50E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A50E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A50E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A50E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A50E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A50E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A50EA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A50EA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A50EA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A50EA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A50EA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A50EA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A50EA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A50EA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A50EA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A50EA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A50E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A50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A50E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A50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A50E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A50E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A50E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A50E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A50E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A50EA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A50E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A50E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A50EA"/>
    <w:rPr>
      <w:szCs w:val="20"/>
    </w:rPr>
  </w:style>
  <w:style w:type="paragraph" w:customStyle="1" w:styleId="ASDEFCONTextBlock">
    <w:name w:val="ASDEFCON TextBlock"/>
    <w:basedOn w:val="ASDEFCONNormal"/>
    <w:qFormat/>
    <w:rsid w:val="008A50E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A50EA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A50E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A50E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A50EA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A50EA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A50E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A50E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A50E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A50E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A50EA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8A50EA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A50EA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A50E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A50E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A50EA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8A50EA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A50EA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A50E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A50E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A50E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A50EA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A50EA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A50E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A50E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A50EA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A50EA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8A50E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A50EA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A50EA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8A50E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A50EA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A50E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A50E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A50E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A50E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A50E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A50E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A50E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A50EA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8A50EA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A50E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A50E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A50E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A50E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A50E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A50EA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8A50EA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09AF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link w:val="Heading1"/>
    <w:locked/>
    <w:rsid w:val="00691188"/>
    <w:rPr>
      <w:rFonts w:ascii="Arial" w:hAnsi="Arial" w:cs="Arial"/>
      <w:b/>
      <w:bCs/>
      <w:kern w:val="32"/>
      <w:sz w:val="32"/>
      <w:szCs w:val="32"/>
    </w:rPr>
  </w:style>
  <w:style w:type="character" w:styleId="FootnoteReference">
    <w:name w:val="footnote reference"/>
    <w:rsid w:val="00CC3A4A"/>
    <w:rPr>
      <w:vertAlign w:val="superscript"/>
    </w:rPr>
  </w:style>
  <w:style w:type="character" w:styleId="FollowedHyperlink">
    <w:name w:val="FollowedHyperlink"/>
    <w:basedOn w:val="DefaultParagraphFont"/>
    <w:rsid w:val="006550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pmc.gov.au/government/commonwealth-coat-arm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yperlink" Target="https://creativecommons.org/licenses/by/4.0/legalcode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/4.0/" TargetMode="External"/><Relationship Id="rId10" Type="http://schemas.openxmlformats.org/officeDocument/2006/relationships/footer" Target="footer1.xml"/><Relationship Id="rId19" Type="http://schemas.openxmlformats.org/officeDocument/2006/relationships/hyperlink" Target="mailto:procurement.ASDEFCON@defence.gov.a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creativecommons.org/licenses/by/4.0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mc.gov.au/government/commonwealth-coat-arm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35</TotalTime>
  <Pages>2</Pages>
  <Words>305</Words>
  <Characters>2115</Characters>
  <Application>Microsoft Office Word</Application>
  <DocSecurity>0</DocSecurity>
  <Lines>50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2391</CharactersWithSpaces>
  <SharedDoc>false</SharedDoc>
  <HLinks>
    <vt:vector size="36" baseType="variant">
      <vt:variant>
        <vt:i4>4784230</vt:i4>
      </vt:variant>
      <vt:variant>
        <vt:i4>21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5963792</vt:i4>
      </vt:variant>
      <vt:variant>
        <vt:i4>18</vt:i4>
      </vt:variant>
      <vt:variant>
        <vt:i4>0</vt:i4>
      </vt:variant>
      <vt:variant>
        <vt:i4>5</vt:i4>
      </vt:variant>
      <vt:variant>
        <vt:lpwstr>https://www.pmc.gov.au/government/its-honour</vt:lpwstr>
      </vt:variant>
      <vt:variant>
        <vt:lpwstr/>
      </vt:variant>
      <vt:variant>
        <vt:i4>2687028</vt:i4>
      </vt:variant>
      <vt:variant>
        <vt:i4>12</vt:i4>
      </vt:variant>
      <vt:variant>
        <vt:i4>0</vt:i4>
      </vt:variant>
      <vt:variant>
        <vt:i4>5</vt:i4>
      </vt:variant>
      <vt:variant>
        <vt:lpwstr>http://creativecommons.org/licenses/by/3.0/au/legalcode</vt:lpwstr>
      </vt:variant>
      <vt:variant>
        <vt:lpwstr/>
      </vt:variant>
      <vt:variant>
        <vt:i4>2752572</vt:i4>
      </vt:variant>
      <vt:variant>
        <vt:i4>6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4194411</vt:i4>
      </vt:variant>
      <vt:variant>
        <vt:i4>3828</vt:i4>
      </vt:variant>
      <vt:variant>
        <vt:i4>1026</vt:i4>
      </vt:variant>
      <vt:variant>
        <vt:i4>1</vt:i4>
      </vt:variant>
      <vt:variant>
        <vt:lpwstr>http://dfat.gov.au/images/cc_logo.jpg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CEP Division</dc:creator>
  <cp:keywords/>
  <dc:description/>
  <cp:lastModifiedBy>Laursen, Christian MR</cp:lastModifiedBy>
  <cp:revision>22</cp:revision>
  <cp:lastPrinted>2005-02-16T22:10:00Z</cp:lastPrinted>
  <dcterms:created xsi:type="dcterms:W3CDTF">2019-06-23T22:16:00Z</dcterms:created>
  <dcterms:modified xsi:type="dcterms:W3CDTF">2024-08-21T23:26:00Z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BM78213871</vt:lpwstr>
  </property>
  <property fmtid="{D5CDD505-2E9C-101B-9397-08002B2CF9AE}" pid="4" name="Objective-Title">
    <vt:lpwstr>001_ASDEFCON_SPTS_V3.1_CP</vt:lpwstr>
  </property>
  <property fmtid="{D5CDD505-2E9C-101B-9397-08002B2CF9AE}" pid="5" name="Objective-Comment">
    <vt:lpwstr/>
  </property>
  <property fmtid="{D5CDD505-2E9C-101B-9397-08002B2CF9AE}" pid="6" name="Objective-CreationStamp">
    <vt:filetime>2024-08-02T01:48:52Z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2024-08-02T01:49:17Z</vt:filetime>
  </property>
  <property fmtid="{D5CDD505-2E9C-101B-9397-08002B2CF9AE}" pid="11" name="Objective-Owner">
    <vt:lpwstr>Prabhu, Akshata MS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00 Preliminary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/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