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1543C" w14:textId="77777777" w:rsidR="00D928AB" w:rsidRDefault="00D928AB" w:rsidP="00C5262B">
      <w:pPr>
        <w:pStyle w:val="ASDEFCONTitle"/>
      </w:pPr>
      <w:r>
        <w:t xml:space="preserve">attachment a </w:t>
      </w:r>
    </w:p>
    <w:p w14:paraId="7C49278F" w14:textId="0DC61947" w:rsidR="00D928AB" w:rsidRPr="00D928AB" w:rsidRDefault="00FB379E" w:rsidP="00C5262B">
      <w:pPr>
        <w:pStyle w:val="ASDEFCONTitle"/>
      </w:pPr>
      <w:r w:rsidRPr="00D87454">
        <w:t>Tender Data Requirements List</w:t>
      </w:r>
      <w:r w:rsidR="00D928AB">
        <w:t xml:space="preserve"> </w:t>
      </w:r>
      <w:r w:rsidR="00EE5FC5">
        <w:t xml:space="preserve">- </w:t>
      </w:r>
      <w:r w:rsidR="00D928AB">
        <w:t>gENERAL</w:t>
      </w:r>
    </w:p>
    <w:p w14:paraId="1D7F87C6" w14:textId="540910C0" w:rsidR="00FB379E" w:rsidRPr="00550B41" w:rsidRDefault="00FB379E" w:rsidP="00255A35">
      <w:pPr>
        <w:pStyle w:val="NoteToDrafters-ASDEFCON"/>
      </w:pPr>
      <w:r w:rsidRPr="00550B41">
        <w:t>Note to drafters:  The following format is provided for guidance only and may be amended as required</w:t>
      </w:r>
      <w:r w:rsidR="001F4F5D">
        <w:t xml:space="preserve"> to match the structure of the tender data requirements annexes</w:t>
      </w:r>
      <w:r w:rsidRPr="00550B41">
        <w:t>.</w:t>
      </w:r>
    </w:p>
    <w:tbl>
      <w:tblPr>
        <w:tblpPr w:leftFromText="180" w:rightFromText="180" w:vertAnchor="text" w:tblpX="-34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7817"/>
      </w:tblGrid>
      <w:tr w:rsidR="00EE5FC5" w:rsidRPr="006F621C" w14:paraId="69BEFEC0" w14:textId="77777777" w:rsidTr="00255A35">
        <w:trPr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8873D9" w14:textId="7AD4694B" w:rsidR="00EE5FC5" w:rsidRPr="006F621C" w:rsidRDefault="00EE5FC5" w:rsidP="00255A35">
            <w:pPr>
              <w:pStyle w:val="Table10ptHeading-ASDEFCON"/>
            </w:pPr>
            <w:r>
              <w:t>Tender Data Requirement Number</w:t>
            </w:r>
          </w:p>
        </w:tc>
        <w:tc>
          <w:tcPr>
            <w:tcW w:w="78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D11928" w14:textId="29CA77CC" w:rsidR="00EE5FC5" w:rsidRPr="006F621C" w:rsidRDefault="00EE5FC5" w:rsidP="00AD44CB">
            <w:pPr>
              <w:pStyle w:val="Table10ptHeading-ASDEFCON"/>
            </w:pPr>
            <w:r>
              <w:t>Tender Response Volume</w:t>
            </w:r>
          </w:p>
        </w:tc>
      </w:tr>
      <w:tr w:rsidR="00A2176E" w:rsidRPr="00D87454" w14:paraId="26CFC580" w14:textId="77777777" w:rsidTr="00255A35">
        <w:trPr>
          <w:tblHeader/>
        </w:trPr>
        <w:tc>
          <w:tcPr>
            <w:tcW w:w="0" w:type="auto"/>
            <w:tcBorders>
              <w:top w:val="single" w:sz="4" w:space="0" w:color="auto"/>
            </w:tcBorders>
            <w:shd w:val="pct15" w:color="auto" w:fill="auto"/>
          </w:tcPr>
          <w:p w14:paraId="5F40092E" w14:textId="77777777" w:rsidR="00A2176E" w:rsidRPr="00D87454" w:rsidRDefault="00A2176E" w:rsidP="00FE1AD2">
            <w:pPr>
              <w:pStyle w:val="Table10ptHeading-ASDEFCON"/>
              <w:keepNext w:val="0"/>
            </w:pPr>
          </w:p>
        </w:tc>
        <w:tc>
          <w:tcPr>
            <w:tcW w:w="7817" w:type="dxa"/>
            <w:tcBorders>
              <w:top w:val="single" w:sz="4" w:space="0" w:color="auto"/>
            </w:tcBorders>
            <w:shd w:val="pct15" w:color="auto" w:fill="auto"/>
          </w:tcPr>
          <w:p w14:paraId="36AD0619" w14:textId="2448B2E8" w:rsidR="00A2176E" w:rsidRPr="00D87454" w:rsidRDefault="00A2176E" w:rsidP="00AD44CB">
            <w:pPr>
              <w:pStyle w:val="Table10ptHeading-ASDEFCON"/>
            </w:pPr>
            <w:r w:rsidRPr="00D87454">
              <w:t>Response Volume 1</w:t>
            </w:r>
            <w:r w:rsidR="007F36DB">
              <w:t xml:space="preserve">: </w:t>
            </w:r>
            <w:r w:rsidRPr="00D87454">
              <w:t>Overview</w:t>
            </w:r>
          </w:p>
        </w:tc>
      </w:tr>
      <w:tr w:rsidR="00A2176E" w:rsidRPr="00D87454" w14:paraId="317E8A5C" w14:textId="77777777" w:rsidTr="00255A35">
        <w:trPr>
          <w:tblHeader/>
        </w:trPr>
        <w:tc>
          <w:tcPr>
            <w:tcW w:w="0" w:type="auto"/>
          </w:tcPr>
          <w:p w14:paraId="0BD87FDE" w14:textId="77777777" w:rsidR="00A2176E" w:rsidRPr="00D87454" w:rsidRDefault="00A2176E" w:rsidP="00C5262B">
            <w:pPr>
              <w:pStyle w:val="Table10ptHeading-ASDEFCON"/>
            </w:pPr>
            <w:r w:rsidRPr="00D87454">
              <w:t>A-1</w:t>
            </w:r>
          </w:p>
        </w:tc>
        <w:tc>
          <w:tcPr>
            <w:tcW w:w="7817" w:type="dxa"/>
          </w:tcPr>
          <w:p w14:paraId="0BAE1C40" w14:textId="7A3229A8" w:rsidR="00A2176E" w:rsidRPr="00D87454" w:rsidRDefault="00A2176E" w:rsidP="00AD44CB">
            <w:pPr>
              <w:pStyle w:val="Table10ptText-ASDEFCON"/>
            </w:pPr>
            <w:r w:rsidRPr="00D87454">
              <w:t>Executive Summary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0DCEF25C" w14:textId="77777777" w:rsidTr="00255A35">
        <w:trPr>
          <w:tblHeader/>
        </w:trPr>
        <w:tc>
          <w:tcPr>
            <w:tcW w:w="0" w:type="auto"/>
          </w:tcPr>
          <w:p w14:paraId="5E8EAD5B" w14:textId="77777777" w:rsidR="00A2176E" w:rsidRPr="00D87454" w:rsidRDefault="00A2176E" w:rsidP="00C5262B">
            <w:pPr>
              <w:pStyle w:val="Table10ptHeading-ASDEFCON"/>
            </w:pPr>
            <w:r w:rsidRPr="00D87454">
              <w:t>A-2</w:t>
            </w:r>
          </w:p>
        </w:tc>
        <w:tc>
          <w:tcPr>
            <w:tcW w:w="7817" w:type="dxa"/>
          </w:tcPr>
          <w:p w14:paraId="229D7645" w14:textId="71750B7D" w:rsidR="00A2176E" w:rsidRPr="00D87454" w:rsidRDefault="00A2176E" w:rsidP="00AD44CB">
            <w:pPr>
              <w:pStyle w:val="Table10ptText-ASDEFCON"/>
            </w:pPr>
            <w:r w:rsidRPr="00D87454">
              <w:t xml:space="preserve">Tenderer’s </w:t>
            </w:r>
            <w:r w:rsidR="00043AA1">
              <w:t>Profile</w:t>
            </w:r>
            <w:r w:rsidRPr="00D87454">
              <w:t xml:space="preserve">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1F8268E1" w14:textId="77777777" w:rsidTr="00255A35">
        <w:trPr>
          <w:tblHeader/>
        </w:trPr>
        <w:tc>
          <w:tcPr>
            <w:tcW w:w="0" w:type="auto"/>
          </w:tcPr>
          <w:p w14:paraId="57347D3A" w14:textId="77777777" w:rsidR="00A2176E" w:rsidRPr="00D87454" w:rsidRDefault="00A2176E" w:rsidP="00C5262B">
            <w:pPr>
              <w:pStyle w:val="Table10ptHeading-ASDEFCON"/>
            </w:pPr>
            <w:r w:rsidRPr="00D87454">
              <w:t>A-3</w:t>
            </w:r>
          </w:p>
        </w:tc>
        <w:tc>
          <w:tcPr>
            <w:tcW w:w="7817" w:type="dxa"/>
          </w:tcPr>
          <w:p w14:paraId="13B4F0B1" w14:textId="3246A52F" w:rsidR="00A2176E" w:rsidRPr="00D87454" w:rsidRDefault="00A2176E" w:rsidP="00AD44CB">
            <w:pPr>
              <w:pStyle w:val="Table10ptText-ASDEFCON"/>
            </w:pPr>
            <w:r w:rsidRPr="00D87454">
              <w:t xml:space="preserve">Schedule of </w:t>
            </w:r>
            <w:r w:rsidR="002861D6">
              <w:t xml:space="preserve">Proposed </w:t>
            </w:r>
            <w:r w:rsidRPr="00D87454">
              <w:t>Subcontractors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31CE020E" w14:textId="77777777" w:rsidTr="00255A35">
        <w:trPr>
          <w:tblHeader/>
        </w:trPr>
        <w:tc>
          <w:tcPr>
            <w:tcW w:w="0" w:type="auto"/>
          </w:tcPr>
          <w:p w14:paraId="68FE4A84" w14:textId="77777777" w:rsidR="00A2176E" w:rsidRPr="00D87454" w:rsidRDefault="00A2176E" w:rsidP="00C5262B">
            <w:pPr>
              <w:pStyle w:val="Table10ptHeading-ASDEFCON"/>
            </w:pPr>
            <w:r w:rsidRPr="00D87454">
              <w:t>A-4</w:t>
            </w:r>
          </w:p>
        </w:tc>
        <w:tc>
          <w:tcPr>
            <w:tcW w:w="7817" w:type="dxa"/>
          </w:tcPr>
          <w:p w14:paraId="7E7D8E6E" w14:textId="5B3BCFC5" w:rsidR="00A2176E" w:rsidRPr="00D87454" w:rsidRDefault="00A2176E" w:rsidP="00AD44CB">
            <w:pPr>
              <w:pStyle w:val="Table10ptText-ASDEFCON"/>
            </w:pPr>
            <w:r w:rsidRPr="00D87454">
              <w:t xml:space="preserve">Statement of </w:t>
            </w:r>
            <w:r w:rsidR="002861D6">
              <w:t>Non-</w:t>
            </w:r>
            <w:r w:rsidRPr="00D87454">
              <w:t>Compliance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78EB0AD3" w14:textId="77777777" w:rsidTr="00255A35">
        <w:trPr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14:paraId="4731A2BC" w14:textId="209E8E49" w:rsidR="00A2176E" w:rsidRPr="00D87454" w:rsidRDefault="00A2176E" w:rsidP="00255A35">
            <w:pPr>
              <w:pStyle w:val="Table10ptHeading-ASDEFCON"/>
            </w:pPr>
            <w:r w:rsidRPr="00D87454">
              <w:t>B</w:t>
            </w:r>
          </w:p>
        </w:tc>
        <w:tc>
          <w:tcPr>
            <w:tcW w:w="7817" w:type="dxa"/>
            <w:tcBorders>
              <w:bottom w:val="single" w:sz="4" w:space="0" w:color="auto"/>
            </w:tcBorders>
          </w:tcPr>
          <w:p w14:paraId="563CE35B" w14:textId="7DC55890" w:rsidR="00A2176E" w:rsidRPr="00D87454" w:rsidRDefault="00A2176E" w:rsidP="00AD44CB">
            <w:pPr>
              <w:pStyle w:val="Table10ptText-ASDEFCON"/>
            </w:pPr>
            <w:r w:rsidRPr="00D87454">
              <w:t>Tenderer</w:t>
            </w:r>
            <w:r w:rsidR="002861D6">
              <w:t>'s Deed of Undertaking</w:t>
            </w:r>
            <w:r w:rsidRPr="00D87454">
              <w:t xml:space="preserve">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01198D38" w14:textId="77777777" w:rsidTr="00255A35">
        <w:trPr>
          <w:tblHeader/>
        </w:trPr>
        <w:tc>
          <w:tcPr>
            <w:tcW w:w="0" w:type="auto"/>
            <w:shd w:val="pct15" w:color="000000" w:fill="auto"/>
          </w:tcPr>
          <w:p w14:paraId="6C0B28A7" w14:textId="77777777" w:rsidR="00A2176E" w:rsidRPr="00D87454" w:rsidRDefault="00A2176E" w:rsidP="00FE1AD2">
            <w:pPr>
              <w:pStyle w:val="Table10ptHeading-ASDEFCON"/>
            </w:pPr>
          </w:p>
        </w:tc>
        <w:tc>
          <w:tcPr>
            <w:tcW w:w="7817" w:type="dxa"/>
            <w:shd w:val="pct15" w:color="000000" w:fill="auto"/>
          </w:tcPr>
          <w:p w14:paraId="03236D02" w14:textId="140439AA" w:rsidR="00A2176E" w:rsidRPr="00D87454" w:rsidRDefault="00A2176E" w:rsidP="00AD44CB">
            <w:pPr>
              <w:pStyle w:val="Table10ptHeading-ASDEFCON"/>
            </w:pPr>
            <w:r w:rsidRPr="00D87454">
              <w:t>Response Volume 2</w:t>
            </w:r>
            <w:r w:rsidR="007F36DB">
              <w:t xml:space="preserve">: </w:t>
            </w:r>
            <w:r w:rsidRPr="00D87454">
              <w:t>Commercial</w:t>
            </w:r>
          </w:p>
        </w:tc>
      </w:tr>
      <w:tr w:rsidR="00A2176E" w:rsidRPr="00D87454" w14:paraId="04F9F801" w14:textId="77777777" w:rsidTr="00255A35">
        <w:trPr>
          <w:tblHeader/>
        </w:trPr>
        <w:tc>
          <w:tcPr>
            <w:tcW w:w="0" w:type="auto"/>
          </w:tcPr>
          <w:p w14:paraId="4C4B4642" w14:textId="77777777" w:rsidR="00A2176E" w:rsidRPr="00D87454" w:rsidRDefault="00A2176E" w:rsidP="00C5262B">
            <w:pPr>
              <w:pStyle w:val="Table10ptHeading-ASDEFCON"/>
            </w:pPr>
            <w:r w:rsidRPr="00D87454">
              <w:t>C-1</w:t>
            </w:r>
          </w:p>
        </w:tc>
        <w:tc>
          <w:tcPr>
            <w:tcW w:w="7817" w:type="dxa"/>
          </w:tcPr>
          <w:p w14:paraId="7ED32331" w14:textId="0883283C" w:rsidR="00A2176E" w:rsidRPr="00D87454" w:rsidRDefault="00A2176E" w:rsidP="00AD44CB">
            <w:pPr>
              <w:pStyle w:val="Table10ptText-ASDEFCON"/>
            </w:pPr>
            <w:r w:rsidRPr="00D87454">
              <w:t xml:space="preserve">Importation of </w:t>
            </w:r>
            <w:r w:rsidR="00D928AB">
              <w:t xml:space="preserve">Supplies and </w:t>
            </w:r>
            <w:r w:rsidR="002861D6">
              <w:t>Services</w:t>
            </w:r>
            <w:r w:rsidR="002861D6" w:rsidRPr="00D87454">
              <w:t xml:space="preserve"> </w:t>
            </w:r>
            <w:r w:rsidRPr="00D87454">
              <w:t>and Export Approvals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4017205F" w14:textId="77777777" w:rsidTr="00255A35">
        <w:trPr>
          <w:tblHeader/>
        </w:trPr>
        <w:tc>
          <w:tcPr>
            <w:tcW w:w="0" w:type="auto"/>
          </w:tcPr>
          <w:p w14:paraId="04ABF2BE" w14:textId="77777777" w:rsidR="00A2176E" w:rsidRPr="00D87454" w:rsidRDefault="00A2176E" w:rsidP="00C5262B">
            <w:pPr>
              <w:pStyle w:val="Table10ptHeading-ASDEFCON"/>
            </w:pPr>
            <w:r w:rsidRPr="00D87454">
              <w:t>C-2</w:t>
            </w:r>
          </w:p>
        </w:tc>
        <w:tc>
          <w:tcPr>
            <w:tcW w:w="7817" w:type="dxa"/>
          </w:tcPr>
          <w:p w14:paraId="538C1539" w14:textId="31FA1CA1" w:rsidR="00A2176E" w:rsidRPr="00D87454" w:rsidRDefault="00A2176E" w:rsidP="00AD44CB">
            <w:pPr>
              <w:pStyle w:val="Table10ptText-ASDEFCON"/>
            </w:pPr>
            <w:r w:rsidRPr="00D87454">
              <w:t>Liability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5211DFED" w14:textId="77777777" w:rsidTr="00255A35">
        <w:trPr>
          <w:tblHeader/>
        </w:trPr>
        <w:tc>
          <w:tcPr>
            <w:tcW w:w="0" w:type="auto"/>
          </w:tcPr>
          <w:p w14:paraId="5241AF3B" w14:textId="77777777" w:rsidR="00A2176E" w:rsidRPr="00D87454" w:rsidRDefault="00A2176E" w:rsidP="00C5262B">
            <w:pPr>
              <w:pStyle w:val="Table10ptHeading-ASDEFCON"/>
            </w:pPr>
            <w:r w:rsidRPr="00D87454">
              <w:t>C-3</w:t>
            </w:r>
          </w:p>
        </w:tc>
        <w:tc>
          <w:tcPr>
            <w:tcW w:w="7817" w:type="dxa"/>
          </w:tcPr>
          <w:p w14:paraId="3CEC58A7" w14:textId="6329280D" w:rsidR="00A2176E" w:rsidRPr="00D87454" w:rsidRDefault="00A2176E" w:rsidP="00AD44CB">
            <w:pPr>
              <w:pStyle w:val="Table10ptText-ASDEFCON"/>
            </w:pPr>
            <w:r w:rsidRPr="00D87454">
              <w:t>Insurance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33550A37" w14:textId="77777777" w:rsidTr="00255A35">
        <w:trPr>
          <w:tblHeader/>
        </w:trPr>
        <w:tc>
          <w:tcPr>
            <w:tcW w:w="0" w:type="auto"/>
          </w:tcPr>
          <w:p w14:paraId="12C85819" w14:textId="77777777" w:rsidR="00A2176E" w:rsidRPr="00D87454" w:rsidRDefault="00A2176E" w:rsidP="00C5262B">
            <w:pPr>
              <w:pStyle w:val="Table10ptHeading-ASDEFCON"/>
            </w:pPr>
            <w:r w:rsidRPr="00D87454">
              <w:t>C-4</w:t>
            </w:r>
          </w:p>
        </w:tc>
        <w:tc>
          <w:tcPr>
            <w:tcW w:w="7817" w:type="dxa"/>
          </w:tcPr>
          <w:p w14:paraId="2AE8781F" w14:textId="376F2C50" w:rsidR="00A2176E" w:rsidRPr="00D87454" w:rsidRDefault="002861D6" w:rsidP="00AD44CB">
            <w:pPr>
              <w:pStyle w:val="Table10ptText-ASDEFCON"/>
            </w:pPr>
            <w:r>
              <w:t xml:space="preserve">Defect </w:t>
            </w:r>
            <w:r w:rsidR="00BC31ED">
              <w:t>Rectification</w:t>
            </w:r>
            <w:r w:rsidR="00A2176E" w:rsidRPr="00D87454">
              <w:t xml:space="preserve"> (</w:t>
            </w:r>
            <w:r w:rsidR="001D786A">
              <w:t>Optional</w:t>
            </w:r>
            <w:r w:rsidR="00A2176E" w:rsidRPr="00D87454">
              <w:t>)</w:t>
            </w:r>
          </w:p>
        </w:tc>
      </w:tr>
      <w:tr w:rsidR="00A2176E" w:rsidRPr="00D87454" w14:paraId="5C0B1C3B" w14:textId="77777777" w:rsidTr="00255A35">
        <w:trPr>
          <w:tblHeader/>
        </w:trPr>
        <w:tc>
          <w:tcPr>
            <w:tcW w:w="0" w:type="auto"/>
          </w:tcPr>
          <w:p w14:paraId="6075A85C" w14:textId="77777777" w:rsidR="00A2176E" w:rsidRPr="00D87454" w:rsidRDefault="00A2176E" w:rsidP="00C5262B">
            <w:pPr>
              <w:pStyle w:val="Table10ptHeading-ASDEFCON"/>
            </w:pPr>
            <w:r w:rsidRPr="00D87454">
              <w:t>C-5</w:t>
            </w:r>
          </w:p>
        </w:tc>
        <w:tc>
          <w:tcPr>
            <w:tcW w:w="7817" w:type="dxa"/>
          </w:tcPr>
          <w:p w14:paraId="1CC8BD19" w14:textId="104BBEC4" w:rsidR="00A2176E" w:rsidRPr="00D87454" w:rsidRDefault="001D786A" w:rsidP="00AD44CB">
            <w:pPr>
              <w:pStyle w:val="Table10ptText-ASDEFCON"/>
            </w:pPr>
            <w:r>
              <w:t>Technical Data and Software Rights</w:t>
            </w:r>
            <w:r w:rsidR="00A2176E" w:rsidRPr="00D87454">
              <w:t xml:space="preserve"> (</w:t>
            </w:r>
            <w:r>
              <w:t>Core</w:t>
            </w:r>
            <w:r w:rsidR="005530A7">
              <w:t>)</w:t>
            </w:r>
          </w:p>
        </w:tc>
      </w:tr>
      <w:tr w:rsidR="00A2176E" w:rsidRPr="00D87454" w14:paraId="58784F38" w14:textId="77777777" w:rsidTr="00255A35">
        <w:trPr>
          <w:tblHeader/>
        </w:trPr>
        <w:tc>
          <w:tcPr>
            <w:tcW w:w="0" w:type="auto"/>
          </w:tcPr>
          <w:p w14:paraId="3146ED75" w14:textId="77777777" w:rsidR="00A2176E" w:rsidRPr="00D87454" w:rsidRDefault="00A2176E" w:rsidP="00C5262B">
            <w:pPr>
              <w:pStyle w:val="Table10ptHeading-ASDEFCON"/>
            </w:pPr>
            <w:r w:rsidRPr="00D87454">
              <w:t>C-6</w:t>
            </w:r>
          </w:p>
        </w:tc>
        <w:tc>
          <w:tcPr>
            <w:tcW w:w="7817" w:type="dxa"/>
          </w:tcPr>
          <w:p w14:paraId="09107C2C" w14:textId="44E2239E" w:rsidR="00A2176E" w:rsidRPr="00D87454" w:rsidRDefault="00A2176E" w:rsidP="00AD44CB">
            <w:pPr>
              <w:pStyle w:val="Table10ptText-ASDEFCON"/>
            </w:pPr>
            <w:r>
              <w:t xml:space="preserve">Confidential </w:t>
            </w:r>
            <w:r w:rsidRPr="00D87454">
              <w:t>Information (</w:t>
            </w:r>
            <w:r w:rsidR="001D786A" w:rsidRPr="00D87454">
              <w:t>C</w:t>
            </w:r>
            <w:r w:rsidR="001D786A">
              <w:t>ore</w:t>
            </w:r>
            <w:r w:rsidRPr="00D87454">
              <w:t>)</w:t>
            </w:r>
          </w:p>
        </w:tc>
      </w:tr>
      <w:tr w:rsidR="00A2176E" w:rsidRPr="00D87454" w14:paraId="4852AA9A" w14:textId="77777777" w:rsidTr="00255A35">
        <w:trPr>
          <w:tblHeader/>
        </w:trPr>
        <w:tc>
          <w:tcPr>
            <w:tcW w:w="0" w:type="auto"/>
            <w:tcBorders>
              <w:bottom w:val="nil"/>
            </w:tcBorders>
          </w:tcPr>
          <w:p w14:paraId="1A83E9C4" w14:textId="77777777" w:rsidR="00A2176E" w:rsidRPr="00D87454" w:rsidRDefault="00A2176E" w:rsidP="00C5262B">
            <w:pPr>
              <w:pStyle w:val="Table10ptHeading-ASDEFCON"/>
            </w:pPr>
            <w:r w:rsidRPr="00D87454">
              <w:t>C-7</w:t>
            </w:r>
          </w:p>
        </w:tc>
        <w:tc>
          <w:tcPr>
            <w:tcW w:w="7817" w:type="dxa"/>
            <w:tcBorders>
              <w:bottom w:val="nil"/>
            </w:tcBorders>
          </w:tcPr>
          <w:p w14:paraId="51ABD68C" w14:textId="0B8CC788" w:rsidR="00A2176E" w:rsidRPr="00D87454" w:rsidRDefault="001D786A" w:rsidP="00AD44CB">
            <w:pPr>
              <w:pStyle w:val="Table10ptText-ASDEFCON"/>
            </w:pPr>
            <w:r>
              <w:t>Economic Benefit to the Australian Economy</w:t>
            </w:r>
            <w:r w:rsidR="00A2176E" w:rsidRPr="00D87454">
              <w:t xml:space="preserve"> (</w:t>
            </w:r>
            <w:r>
              <w:t>Optional</w:t>
            </w:r>
            <w:r w:rsidR="00A2176E" w:rsidRPr="00D87454">
              <w:t>)</w:t>
            </w:r>
          </w:p>
        </w:tc>
      </w:tr>
      <w:tr w:rsidR="00BA648C" w:rsidRPr="00D87454" w14:paraId="6295A248" w14:textId="77777777" w:rsidTr="00255A35">
        <w:trPr>
          <w:tblHeader/>
        </w:trPr>
        <w:tc>
          <w:tcPr>
            <w:tcW w:w="0" w:type="auto"/>
            <w:tcBorders>
              <w:bottom w:val="nil"/>
            </w:tcBorders>
          </w:tcPr>
          <w:p w14:paraId="50003F71" w14:textId="6A3B0B5B" w:rsidR="00BA648C" w:rsidRPr="00D87454" w:rsidRDefault="00BA648C" w:rsidP="00C5262B">
            <w:pPr>
              <w:pStyle w:val="Table10ptHeading-ASDEFCON"/>
            </w:pPr>
            <w:r w:rsidRPr="00D87454">
              <w:t>C-8</w:t>
            </w:r>
          </w:p>
        </w:tc>
        <w:tc>
          <w:tcPr>
            <w:tcW w:w="7817" w:type="dxa"/>
            <w:tcBorders>
              <w:bottom w:val="nil"/>
            </w:tcBorders>
          </w:tcPr>
          <w:p w14:paraId="348EBA80" w14:textId="1A671E9F" w:rsidR="00BA648C" w:rsidRDefault="00BA648C" w:rsidP="00AD44CB">
            <w:pPr>
              <w:pStyle w:val="Table10ptText-ASDEFCON"/>
            </w:pPr>
            <w:r>
              <w:t>Business Resource Planning (Core)</w:t>
            </w:r>
          </w:p>
        </w:tc>
      </w:tr>
      <w:tr w:rsidR="00A2176E" w:rsidRPr="00D87454" w14:paraId="2C06E1C8" w14:textId="77777777" w:rsidTr="00255A35">
        <w:trPr>
          <w:tblHeader/>
        </w:trPr>
        <w:tc>
          <w:tcPr>
            <w:tcW w:w="0" w:type="auto"/>
            <w:shd w:val="clear" w:color="000000" w:fill="FFFFFF"/>
          </w:tcPr>
          <w:p w14:paraId="2667A572" w14:textId="14455BF4" w:rsidR="00A2176E" w:rsidRPr="00D87454" w:rsidRDefault="00BA648C" w:rsidP="00C5262B">
            <w:pPr>
              <w:pStyle w:val="Table10ptHeading-ASDEFCON"/>
            </w:pPr>
            <w:r w:rsidRPr="00D87454">
              <w:t>C-</w:t>
            </w:r>
            <w:r>
              <w:t>9</w:t>
            </w:r>
          </w:p>
        </w:tc>
        <w:tc>
          <w:tcPr>
            <w:tcW w:w="7817" w:type="dxa"/>
            <w:shd w:val="clear" w:color="000000" w:fill="FFFFFF"/>
          </w:tcPr>
          <w:p w14:paraId="7142D589" w14:textId="59534AA0" w:rsidR="00A2176E" w:rsidRPr="00D87454" w:rsidRDefault="00BC31ED" w:rsidP="00AD44CB">
            <w:pPr>
              <w:pStyle w:val="Table10ptText-ASDEFCON"/>
            </w:pPr>
            <w:r>
              <w:t>Commitment Letter</w:t>
            </w:r>
            <w:r w:rsidR="00A2176E" w:rsidRPr="00D87454">
              <w:t xml:space="preserve"> (</w:t>
            </w:r>
            <w:r w:rsidR="001D786A" w:rsidRPr="00D87454">
              <w:t>C</w:t>
            </w:r>
            <w:r w:rsidR="001D786A">
              <w:t>ore</w:t>
            </w:r>
            <w:r w:rsidR="00A2176E" w:rsidRPr="00D87454">
              <w:t>)</w:t>
            </w:r>
          </w:p>
        </w:tc>
      </w:tr>
      <w:tr w:rsidR="00A2176E" w:rsidRPr="00D87454" w14:paraId="4B1A085E" w14:textId="77777777" w:rsidTr="00255A35">
        <w:trPr>
          <w:tblHeader/>
        </w:trPr>
        <w:tc>
          <w:tcPr>
            <w:tcW w:w="0" w:type="auto"/>
            <w:shd w:val="pct15" w:color="000000" w:fill="auto"/>
          </w:tcPr>
          <w:p w14:paraId="54503DC3" w14:textId="77777777" w:rsidR="00A2176E" w:rsidRPr="00D87454" w:rsidRDefault="00A2176E" w:rsidP="00FE1AD2">
            <w:pPr>
              <w:pStyle w:val="Table10ptHeading-ASDEFCON"/>
            </w:pPr>
          </w:p>
        </w:tc>
        <w:tc>
          <w:tcPr>
            <w:tcW w:w="7817" w:type="dxa"/>
            <w:shd w:val="pct15" w:color="000000" w:fill="auto"/>
          </w:tcPr>
          <w:p w14:paraId="255E3FE0" w14:textId="0124D7E6" w:rsidR="00A2176E" w:rsidRPr="006D1958" w:rsidRDefault="00A2176E" w:rsidP="00AD44CB">
            <w:pPr>
              <w:pStyle w:val="Table10ptHeading-ASDEFCON"/>
            </w:pPr>
            <w:r w:rsidRPr="006D1958">
              <w:t>Response Volume 3</w:t>
            </w:r>
            <w:r w:rsidR="007F36DB">
              <w:t xml:space="preserve">: </w:t>
            </w:r>
            <w:r w:rsidRPr="006D1958">
              <w:t>Financial</w:t>
            </w:r>
          </w:p>
          <w:p w14:paraId="2BC54CA4" w14:textId="77777777" w:rsidR="00A2176E" w:rsidRPr="00987D97" w:rsidRDefault="00A2176E" w:rsidP="00AD44CB">
            <w:pPr>
              <w:pStyle w:val="NoteToTenderers-ASDEFCON"/>
            </w:pPr>
            <w:r w:rsidRPr="00987D97">
              <w:t>Note to tenderers: Tender Price information should be included in this volume only</w:t>
            </w:r>
          </w:p>
        </w:tc>
      </w:tr>
      <w:tr w:rsidR="00A2176E" w:rsidRPr="00D87454" w14:paraId="3E0F9FDA" w14:textId="77777777" w:rsidTr="00255A35">
        <w:trPr>
          <w:tblHeader/>
        </w:trPr>
        <w:tc>
          <w:tcPr>
            <w:tcW w:w="0" w:type="auto"/>
          </w:tcPr>
          <w:p w14:paraId="40BFE15B" w14:textId="77777777" w:rsidR="00A2176E" w:rsidRPr="00D87454" w:rsidRDefault="00A2176E" w:rsidP="00C5262B">
            <w:pPr>
              <w:pStyle w:val="Table10ptHeading-ASDEFCON"/>
            </w:pPr>
            <w:r w:rsidRPr="00D87454">
              <w:t>D-1</w:t>
            </w:r>
          </w:p>
        </w:tc>
        <w:tc>
          <w:tcPr>
            <w:tcW w:w="7817" w:type="dxa"/>
          </w:tcPr>
          <w:p w14:paraId="1C35266B" w14:textId="7D7B3B50" w:rsidR="00A2176E" w:rsidRPr="00D87454" w:rsidRDefault="00A2176E" w:rsidP="00AD44CB">
            <w:pPr>
              <w:pStyle w:val="Table10ptText-ASDEFCON"/>
            </w:pPr>
            <w:r w:rsidRPr="00D87454">
              <w:t>Price Schedule (</w:t>
            </w:r>
            <w:r w:rsidR="006A2CDB" w:rsidRPr="00D87454">
              <w:t>C</w:t>
            </w:r>
            <w:r w:rsidR="006A2CDB">
              <w:t>ore</w:t>
            </w:r>
            <w:r w:rsidRPr="00D87454">
              <w:t>)</w:t>
            </w:r>
          </w:p>
        </w:tc>
      </w:tr>
      <w:tr w:rsidR="00A2176E" w:rsidRPr="00D87454" w14:paraId="16796189" w14:textId="77777777" w:rsidTr="00255A35">
        <w:trPr>
          <w:tblHeader/>
        </w:trPr>
        <w:tc>
          <w:tcPr>
            <w:tcW w:w="0" w:type="auto"/>
          </w:tcPr>
          <w:p w14:paraId="787444E2" w14:textId="77777777" w:rsidR="00A2176E" w:rsidRPr="00D87454" w:rsidRDefault="00A2176E" w:rsidP="00C5262B">
            <w:pPr>
              <w:pStyle w:val="Table10ptHeading-ASDEFCON"/>
            </w:pPr>
            <w:r w:rsidRPr="00D87454">
              <w:t>D-2</w:t>
            </w:r>
          </w:p>
        </w:tc>
        <w:tc>
          <w:tcPr>
            <w:tcW w:w="7817" w:type="dxa"/>
          </w:tcPr>
          <w:p w14:paraId="1F839860" w14:textId="463067CA" w:rsidR="00A2176E" w:rsidRPr="00D87454" w:rsidRDefault="00A2176E" w:rsidP="00AD44CB">
            <w:pPr>
              <w:pStyle w:val="Table10ptText-ASDEFCON"/>
            </w:pPr>
            <w:r w:rsidRPr="00D87454">
              <w:t>Items for which Specific Prices are Required (</w:t>
            </w:r>
            <w:r w:rsidR="006A2CDB" w:rsidRPr="00D87454">
              <w:t>C</w:t>
            </w:r>
            <w:r w:rsidR="006A2CDB">
              <w:t>ore</w:t>
            </w:r>
            <w:r w:rsidRPr="00D87454">
              <w:t>)</w:t>
            </w:r>
          </w:p>
        </w:tc>
      </w:tr>
      <w:tr w:rsidR="002861D6" w:rsidRPr="00D87454" w14:paraId="24404745" w14:textId="77777777" w:rsidTr="00255A35">
        <w:trPr>
          <w:tblHeader/>
        </w:trPr>
        <w:tc>
          <w:tcPr>
            <w:tcW w:w="0" w:type="auto"/>
          </w:tcPr>
          <w:p w14:paraId="499F8342" w14:textId="77777777" w:rsidR="002861D6" w:rsidRPr="00D87454" w:rsidRDefault="002861D6" w:rsidP="00C5262B">
            <w:pPr>
              <w:pStyle w:val="Table10ptHeading-ASDEFCON"/>
            </w:pPr>
            <w:r w:rsidRPr="00D87454">
              <w:t>D-3</w:t>
            </w:r>
          </w:p>
        </w:tc>
        <w:tc>
          <w:tcPr>
            <w:tcW w:w="7817" w:type="dxa"/>
          </w:tcPr>
          <w:p w14:paraId="077B678D" w14:textId="4A0A8487" w:rsidR="002861D6" w:rsidRPr="00D87454" w:rsidRDefault="002861D6" w:rsidP="00AD44CB">
            <w:pPr>
              <w:pStyle w:val="Table10ptText-ASDEFCON"/>
            </w:pPr>
            <w:r>
              <w:t>Proposed Payment Schedule (Acquisition) (</w:t>
            </w:r>
            <w:r w:rsidR="006A2CDB">
              <w:t>Core</w:t>
            </w:r>
            <w:r>
              <w:t>)</w:t>
            </w:r>
          </w:p>
        </w:tc>
      </w:tr>
      <w:tr w:rsidR="002861D6" w:rsidRPr="00D87454" w14:paraId="6ED6F693" w14:textId="77777777" w:rsidTr="00255A35">
        <w:trPr>
          <w:tblHeader/>
        </w:trPr>
        <w:tc>
          <w:tcPr>
            <w:tcW w:w="0" w:type="auto"/>
          </w:tcPr>
          <w:p w14:paraId="50FADAA3" w14:textId="77777777" w:rsidR="002861D6" w:rsidRPr="00D87454" w:rsidRDefault="002861D6" w:rsidP="00C5262B">
            <w:pPr>
              <w:pStyle w:val="Table10ptHeading-ASDEFCON"/>
            </w:pPr>
            <w:r w:rsidRPr="00D87454">
              <w:t>D-4</w:t>
            </w:r>
          </w:p>
        </w:tc>
        <w:tc>
          <w:tcPr>
            <w:tcW w:w="7817" w:type="dxa"/>
          </w:tcPr>
          <w:p w14:paraId="42A27E60" w14:textId="108B0836" w:rsidR="002861D6" w:rsidRPr="00D87454" w:rsidRDefault="002861D6" w:rsidP="00AD44CB">
            <w:pPr>
              <w:pStyle w:val="Table10ptText-ASDEFCON"/>
            </w:pPr>
            <w:r w:rsidRPr="002861D6">
              <w:t>Proposed Payment Schedule (</w:t>
            </w:r>
            <w:r>
              <w:t>Support</w:t>
            </w:r>
            <w:r w:rsidRPr="002861D6">
              <w:t>) (</w:t>
            </w:r>
            <w:r w:rsidR="006A2CDB" w:rsidRPr="002861D6">
              <w:t>C</w:t>
            </w:r>
            <w:r w:rsidR="006A2CDB">
              <w:t>ore</w:t>
            </w:r>
            <w:r w:rsidRPr="002861D6">
              <w:t>)</w:t>
            </w:r>
          </w:p>
        </w:tc>
      </w:tr>
      <w:tr w:rsidR="00A2176E" w:rsidRPr="00D87454" w14:paraId="35098054" w14:textId="77777777" w:rsidTr="00255A35">
        <w:trPr>
          <w:tblHeader/>
        </w:trPr>
        <w:tc>
          <w:tcPr>
            <w:tcW w:w="0" w:type="auto"/>
          </w:tcPr>
          <w:p w14:paraId="47BE4D1A" w14:textId="77777777" w:rsidR="00A2176E" w:rsidRPr="00D87454" w:rsidRDefault="00A2176E" w:rsidP="00C5262B">
            <w:pPr>
              <w:pStyle w:val="Table10ptHeading-ASDEFCON"/>
            </w:pPr>
            <w:r w:rsidRPr="00D87454">
              <w:t>D-</w:t>
            </w:r>
            <w:r w:rsidR="002861D6">
              <w:t>5</w:t>
            </w:r>
          </w:p>
        </w:tc>
        <w:tc>
          <w:tcPr>
            <w:tcW w:w="7817" w:type="dxa"/>
          </w:tcPr>
          <w:p w14:paraId="6AA0C745" w14:textId="7B9F6512" w:rsidR="00A2176E" w:rsidRPr="00D87454" w:rsidRDefault="00A2176E" w:rsidP="00AD44CB">
            <w:pPr>
              <w:pStyle w:val="Table10ptText-ASDEFCON"/>
            </w:pPr>
            <w:r w:rsidRPr="00D87454">
              <w:t>Adjustment for Exchange Rate Fluctuations (</w:t>
            </w:r>
            <w:r w:rsidR="006A2CDB" w:rsidRPr="00D87454">
              <w:t>C</w:t>
            </w:r>
            <w:r w:rsidR="006A2CDB">
              <w:t>ore</w:t>
            </w:r>
            <w:r w:rsidRPr="00D87454">
              <w:t>)</w:t>
            </w:r>
          </w:p>
        </w:tc>
      </w:tr>
      <w:tr w:rsidR="00A2176E" w:rsidRPr="00D87454" w14:paraId="0AF86319" w14:textId="77777777" w:rsidTr="00255A35">
        <w:trPr>
          <w:tblHeader/>
        </w:trPr>
        <w:tc>
          <w:tcPr>
            <w:tcW w:w="0" w:type="auto"/>
          </w:tcPr>
          <w:p w14:paraId="488CDD53" w14:textId="77777777" w:rsidR="00A2176E" w:rsidRPr="00D87454" w:rsidRDefault="00A2176E" w:rsidP="00C5262B">
            <w:pPr>
              <w:pStyle w:val="Table10ptHeading-ASDEFCON"/>
            </w:pPr>
            <w:r w:rsidRPr="00D87454">
              <w:t>D-</w:t>
            </w:r>
            <w:r w:rsidR="002861D6">
              <w:t>6</w:t>
            </w:r>
          </w:p>
        </w:tc>
        <w:tc>
          <w:tcPr>
            <w:tcW w:w="7817" w:type="dxa"/>
          </w:tcPr>
          <w:p w14:paraId="5F138594" w14:textId="22B1A74E" w:rsidR="00A2176E" w:rsidRPr="00D87454" w:rsidRDefault="00A2176E" w:rsidP="00AD44CB">
            <w:pPr>
              <w:pStyle w:val="Table10ptText-ASDEFCON"/>
            </w:pPr>
            <w:r w:rsidRPr="00D87454">
              <w:t xml:space="preserve">Adjustment for Fluctuations in the Cost of Labour and Materials </w:t>
            </w:r>
            <w:r w:rsidR="002861D6">
              <w:t xml:space="preserve">(Acquisition) </w:t>
            </w:r>
            <w:r w:rsidRPr="00D87454">
              <w:t>(</w:t>
            </w:r>
            <w:r w:rsidR="006A2CDB" w:rsidRPr="00D87454">
              <w:t>O</w:t>
            </w:r>
            <w:r w:rsidR="006A2CDB">
              <w:t>ptional</w:t>
            </w:r>
            <w:r w:rsidRPr="00D87454">
              <w:t>)</w:t>
            </w:r>
          </w:p>
        </w:tc>
      </w:tr>
      <w:tr w:rsidR="002861D6" w:rsidRPr="00D87454" w14:paraId="2BBCEB17" w14:textId="77777777" w:rsidTr="00255A35">
        <w:trPr>
          <w:tblHeader/>
        </w:trPr>
        <w:tc>
          <w:tcPr>
            <w:tcW w:w="0" w:type="auto"/>
          </w:tcPr>
          <w:p w14:paraId="75FE71DF" w14:textId="77777777" w:rsidR="002861D6" w:rsidRPr="00D87454" w:rsidRDefault="002861D6" w:rsidP="00C5262B">
            <w:pPr>
              <w:pStyle w:val="Table10ptHeading-ASDEFCON"/>
            </w:pPr>
            <w:r w:rsidRPr="00D87454">
              <w:t>D-</w:t>
            </w:r>
            <w:r>
              <w:t>7</w:t>
            </w:r>
          </w:p>
        </w:tc>
        <w:tc>
          <w:tcPr>
            <w:tcW w:w="7817" w:type="dxa"/>
          </w:tcPr>
          <w:p w14:paraId="3D637644" w14:textId="2CF55668" w:rsidR="002861D6" w:rsidRPr="00D87454" w:rsidRDefault="002861D6" w:rsidP="00AD44CB">
            <w:pPr>
              <w:pStyle w:val="Table10ptText-ASDEFCON"/>
            </w:pPr>
            <w:r w:rsidRPr="00D87454">
              <w:t xml:space="preserve">Adjustment for Fluctuations in the Cost of Labour and Materials </w:t>
            </w:r>
            <w:r>
              <w:t xml:space="preserve">(Support) </w:t>
            </w:r>
            <w:r w:rsidRPr="00D87454">
              <w:t>(</w:t>
            </w:r>
            <w:r w:rsidR="006A2CDB">
              <w:t>Core</w:t>
            </w:r>
            <w:r w:rsidRPr="00D87454">
              <w:t>)</w:t>
            </w:r>
          </w:p>
        </w:tc>
      </w:tr>
      <w:tr w:rsidR="002861D6" w:rsidRPr="00D87454" w14:paraId="653E0535" w14:textId="77777777" w:rsidTr="00255A35">
        <w:trPr>
          <w:tblHeader/>
        </w:trPr>
        <w:tc>
          <w:tcPr>
            <w:tcW w:w="0" w:type="auto"/>
          </w:tcPr>
          <w:p w14:paraId="0993A9C6" w14:textId="77777777" w:rsidR="002861D6" w:rsidRPr="00D87454" w:rsidRDefault="002861D6" w:rsidP="00C5262B">
            <w:pPr>
              <w:pStyle w:val="Table10ptHeading-ASDEFCON"/>
            </w:pPr>
            <w:r w:rsidRPr="00D87454">
              <w:t>D-</w:t>
            </w:r>
            <w:r>
              <w:t>8</w:t>
            </w:r>
          </w:p>
        </w:tc>
        <w:tc>
          <w:tcPr>
            <w:tcW w:w="7817" w:type="dxa"/>
          </w:tcPr>
          <w:p w14:paraId="00E4D14C" w14:textId="5B0098CA" w:rsidR="002861D6" w:rsidRPr="00D87454" w:rsidRDefault="002861D6" w:rsidP="00AD44CB">
            <w:pPr>
              <w:pStyle w:val="Table10ptText-ASDEFCON"/>
            </w:pPr>
            <w:r w:rsidRPr="00D87454">
              <w:t>Securities (</w:t>
            </w:r>
            <w:r w:rsidR="006A2CDB" w:rsidRPr="00D87454">
              <w:t>C</w:t>
            </w:r>
            <w:r w:rsidR="006A2CDB">
              <w:t>ore</w:t>
            </w:r>
            <w:r w:rsidRPr="00D87454">
              <w:t>)</w:t>
            </w:r>
          </w:p>
        </w:tc>
      </w:tr>
      <w:tr w:rsidR="002861D6" w:rsidRPr="00D87454" w14:paraId="5CE6FF48" w14:textId="77777777" w:rsidTr="00255A35">
        <w:trPr>
          <w:tblHeader/>
        </w:trPr>
        <w:tc>
          <w:tcPr>
            <w:tcW w:w="0" w:type="auto"/>
          </w:tcPr>
          <w:p w14:paraId="175AAFBA" w14:textId="77777777" w:rsidR="002861D6" w:rsidRPr="00D87454" w:rsidRDefault="002861D6" w:rsidP="00C5262B">
            <w:pPr>
              <w:pStyle w:val="Table10ptHeading-ASDEFCON"/>
            </w:pPr>
            <w:r w:rsidRPr="00D87454">
              <w:t>D-</w:t>
            </w:r>
            <w:r>
              <w:t>9</w:t>
            </w:r>
          </w:p>
        </w:tc>
        <w:tc>
          <w:tcPr>
            <w:tcW w:w="7817" w:type="dxa"/>
          </w:tcPr>
          <w:p w14:paraId="0D143FFA" w14:textId="40F26263" w:rsidR="002861D6" w:rsidRPr="00D87454" w:rsidRDefault="002861D6" w:rsidP="00AD44CB">
            <w:pPr>
              <w:pStyle w:val="Table10ptText-ASDEFCON"/>
            </w:pPr>
            <w:r w:rsidRPr="00D87454">
              <w:t>Agency Arrangements (</w:t>
            </w:r>
            <w:r w:rsidR="006A2CDB" w:rsidRPr="00D87454">
              <w:t>C</w:t>
            </w:r>
            <w:r w:rsidR="006A2CDB">
              <w:t>ore</w:t>
            </w:r>
            <w:r w:rsidRPr="00D87454">
              <w:t>)</w:t>
            </w:r>
          </w:p>
        </w:tc>
      </w:tr>
      <w:tr w:rsidR="002861D6" w:rsidRPr="00D87454" w14:paraId="45F9482B" w14:textId="77777777" w:rsidTr="00255A35">
        <w:trPr>
          <w:tblHeader/>
        </w:trPr>
        <w:tc>
          <w:tcPr>
            <w:tcW w:w="0" w:type="auto"/>
          </w:tcPr>
          <w:p w14:paraId="24DC6678" w14:textId="77777777" w:rsidR="002861D6" w:rsidRPr="00D87454" w:rsidRDefault="002861D6" w:rsidP="00C5262B">
            <w:pPr>
              <w:pStyle w:val="Table10ptHeading-ASDEFCON"/>
            </w:pPr>
            <w:r w:rsidRPr="00D87454">
              <w:t>D-</w:t>
            </w:r>
            <w:r>
              <w:t>10</w:t>
            </w:r>
          </w:p>
        </w:tc>
        <w:tc>
          <w:tcPr>
            <w:tcW w:w="7817" w:type="dxa"/>
          </w:tcPr>
          <w:p w14:paraId="3653BFFE" w14:textId="224DC4EE" w:rsidR="002861D6" w:rsidRPr="00D87454" w:rsidRDefault="002861D6" w:rsidP="00AD44CB">
            <w:pPr>
              <w:pStyle w:val="Table10ptText-ASDEFCON"/>
            </w:pPr>
            <w:r w:rsidRPr="00D87454">
              <w:t>Further Quantities and Optional Extras (</w:t>
            </w:r>
            <w:r w:rsidR="006A2CDB" w:rsidRPr="00D87454">
              <w:t>O</w:t>
            </w:r>
            <w:r w:rsidR="006A2CDB">
              <w:t>ptional</w:t>
            </w:r>
            <w:r w:rsidRPr="00D87454">
              <w:t>)</w:t>
            </w:r>
          </w:p>
        </w:tc>
      </w:tr>
      <w:tr w:rsidR="002861D6" w:rsidRPr="00D87454" w14:paraId="0984B7CA" w14:textId="77777777" w:rsidTr="00255A35">
        <w:trPr>
          <w:tblHeader/>
        </w:trPr>
        <w:tc>
          <w:tcPr>
            <w:tcW w:w="0" w:type="auto"/>
          </w:tcPr>
          <w:p w14:paraId="07526BBF" w14:textId="77777777" w:rsidR="002861D6" w:rsidRPr="00D87454" w:rsidRDefault="002861D6" w:rsidP="00C5262B">
            <w:pPr>
              <w:pStyle w:val="Table10ptHeading-ASDEFCON"/>
            </w:pPr>
            <w:r w:rsidRPr="00D87454">
              <w:t>D-</w:t>
            </w:r>
            <w:r>
              <w:t>11</w:t>
            </w:r>
          </w:p>
        </w:tc>
        <w:tc>
          <w:tcPr>
            <w:tcW w:w="7817" w:type="dxa"/>
          </w:tcPr>
          <w:p w14:paraId="7FFC34DB" w14:textId="1C8891A4" w:rsidR="002861D6" w:rsidRPr="00D87454" w:rsidRDefault="002861D6" w:rsidP="00AD44CB">
            <w:pPr>
              <w:pStyle w:val="Table10ptText-ASDEFCON"/>
            </w:pPr>
            <w:r w:rsidRPr="00D87454">
              <w:t>Life Cycle Cost Model (</w:t>
            </w:r>
            <w:r w:rsidR="006A2CDB" w:rsidRPr="00D87454">
              <w:t>C</w:t>
            </w:r>
            <w:r w:rsidR="006A2CDB">
              <w:t>ore</w:t>
            </w:r>
            <w:r w:rsidRPr="00D87454">
              <w:t>)</w:t>
            </w:r>
          </w:p>
        </w:tc>
      </w:tr>
      <w:tr w:rsidR="002861D6" w:rsidRPr="00D87454" w14:paraId="5D1769AA" w14:textId="77777777" w:rsidTr="00255A35">
        <w:trPr>
          <w:tblHeader/>
        </w:trPr>
        <w:tc>
          <w:tcPr>
            <w:tcW w:w="0" w:type="auto"/>
          </w:tcPr>
          <w:p w14:paraId="438B682B" w14:textId="77777777" w:rsidR="002861D6" w:rsidRPr="00D87454" w:rsidRDefault="002861D6" w:rsidP="00C5262B">
            <w:pPr>
              <w:pStyle w:val="Table10ptHeading-ASDEFCON"/>
            </w:pPr>
            <w:r w:rsidRPr="00D87454">
              <w:t>D-1</w:t>
            </w:r>
            <w:r>
              <w:t>2</w:t>
            </w:r>
          </w:p>
        </w:tc>
        <w:tc>
          <w:tcPr>
            <w:tcW w:w="7817" w:type="dxa"/>
          </w:tcPr>
          <w:p w14:paraId="562824C4" w14:textId="3E47F661" w:rsidR="002861D6" w:rsidRPr="00D87454" w:rsidRDefault="002861D6" w:rsidP="00AD44CB">
            <w:pPr>
              <w:pStyle w:val="Table10ptText-ASDEFCON"/>
            </w:pPr>
            <w:r w:rsidRPr="00D87454">
              <w:t>Cost Reimbursement (</w:t>
            </w:r>
            <w:r w:rsidR="006A2CDB" w:rsidRPr="00D87454">
              <w:t>O</w:t>
            </w:r>
            <w:r w:rsidR="006A2CDB">
              <w:t>ptional</w:t>
            </w:r>
            <w:r w:rsidRPr="00D87454">
              <w:t>)</w:t>
            </w:r>
          </w:p>
        </w:tc>
      </w:tr>
      <w:tr w:rsidR="00BC31ED" w:rsidRPr="00D87454" w14:paraId="51DEBC1C" w14:textId="77777777" w:rsidTr="00255A35">
        <w:trPr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14:paraId="34D5E858" w14:textId="18902647" w:rsidR="00BC31ED" w:rsidRPr="00D87454" w:rsidRDefault="00BC31ED" w:rsidP="00255A35">
            <w:pPr>
              <w:pStyle w:val="Table10ptHeading-ASDEFCON"/>
            </w:pPr>
            <w:r>
              <w:t>D-13</w:t>
            </w:r>
          </w:p>
        </w:tc>
        <w:tc>
          <w:tcPr>
            <w:tcW w:w="7817" w:type="dxa"/>
            <w:tcBorders>
              <w:bottom w:val="single" w:sz="4" w:space="0" w:color="auto"/>
            </w:tcBorders>
          </w:tcPr>
          <w:p w14:paraId="0D3F564F" w14:textId="260CA24E" w:rsidR="00BC31ED" w:rsidRPr="00D87454" w:rsidRDefault="00BC31ED" w:rsidP="00AD44CB">
            <w:pPr>
              <w:pStyle w:val="Table10ptText-ASDEFCON"/>
            </w:pPr>
            <w:r>
              <w:t>Schedule of Rates</w:t>
            </w:r>
          </w:p>
        </w:tc>
      </w:tr>
      <w:tr w:rsidR="002861D6" w:rsidRPr="00D87454" w14:paraId="4BC30245" w14:textId="77777777" w:rsidTr="00255A35">
        <w:trPr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14:paraId="663D7F43" w14:textId="69C3AABF" w:rsidR="002861D6" w:rsidRPr="00D87454" w:rsidRDefault="002861D6" w:rsidP="00255A35">
            <w:pPr>
              <w:pStyle w:val="Table10ptHeading-ASDEFCON"/>
            </w:pPr>
            <w:r w:rsidRPr="00D87454">
              <w:lastRenderedPageBreak/>
              <w:t>D-1</w:t>
            </w:r>
            <w:r w:rsidR="00BC31ED">
              <w:t>4</w:t>
            </w:r>
          </w:p>
        </w:tc>
        <w:tc>
          <w:tcPr>
            <w:tcW w:w="7817" w:type="dxa"/>
            <w:tcBorders>
              <w:bottom w:val="single" w:sz="4" w:space="0" w:color="auto"/>
            </w:tcBorders>
          </w:tcPr>
          <w:p w14:paraId="60482BBE" w14:textId="127A547B" w:rsidR="002861D6" w:rsidRPr="00D87454" w:rsidRDefault="002861D6" w:rsidP="00AD44CB">
            <w:pPr>
              <w:pStyle w:val="Table10ptText-ASDEFCON"/>
            </w:pPr>
            <w:r w:rsidRPr="00D87454">
              <w:t>Incentive Payments (</w:t>
            </w:r>
            <w:r w:rsidR="006A2CDB" w:rsidRPr="00D87454">
              <w:t>O</w:t>
            </w:r>
            <w:r w:rsidR="006A2CDB">
              <w:t>ptional</w:t>
            </w:r>
            <w:r w:rsidRPr="00D87454">
              <w:t>)</w:t>
            </w:r>
          </w:p>
        </w:tc>
      </w:tr>
      <w:tr w:rsidR="002861D6" w:rsidRPr="00D87454" w14:paraId="25603953" w14:textId="77777777" w:rsidTr="00255A35">
        <w:trPr>
          <w:tblHeader/>
        </w:trPr>
        <w:tc>
          <w:tcPr>
            <w:tcW w:w="0" w:type="auto"/>
            <w:shd w:val="pct15" w:color="000000" w:fill="auto"/>
          </w:tcPr>
          <w:p w14:paraId="133B00A3" w14:textId="77777777" w:rsidR="002861D6" w:rsidRPr="00D87454" w:rsidRDefault="002861D6" w:rsidP="00FE1AD2">
            <w:pPr>
              <w:pStyle w:val="Table10ptHeading-ASDEFCON"/>
            </w:pPr>
          </w:p>
        </w:tc>
        <w:tc>
          <w:tcPr>
            <w:tcW w:w="7817" w:type="dxa"/>
            <w:shd w:val="pct15" w:color="000000" w:fill="auto"/>
          </w:tcPr>
          <w:p w14:paraId="59943273" w14:textId="6A7325EC" w:rsidR="002861D6" w:rsidRPr="00D87454" w:rsidRDefault="002861D6" w:rsidP="00AD44CB">
            <w:pPr>
              <w:pStyle w:val="Table10ptHeading-ASDEFCON"/>
            </w:pPr>
            <w:r w:rsidRPr="00D87454">
              <w:t xml:space="preserve">Response Volume </w:t>
            </w:r>
            <w:r w:rsidR="00F74417">
              <w:t>4</w:t>
            </w:r>
            <w:r w:rsidR="007F36DB">
              <w:t xml:space="preserve">: </w:t>
            </w:r>
            <w:r w:rsidR="00016EBF" w:rsidRPr="00D87454">
              <w:t xml:space="preserve"> Australian Industry Capability</w:t>
            </w:r>
          </w:p>
        </w:tc>
      </w:tr>
      <w:tr w:rsidR="00016EBF" w:rsidRPr="00D87454" w14:paraId="04F198BC" w14:textId="77777777" w:rsidTr="00255A35">
        <w:trPr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14:paraId="7783ECEE" w14:textId="0B812E3E" w:rsidR="00016EBF" w:rsidRPr="00D87454" w:rsidRDefault="00016EBF" w:rsidP="00C5262B">
            <w:pPr>
              <w:pStyle w:val="Table10ptHeading-ASDEFCON"/>
            </w:pPr>
            <w:r>
              <w:t>E</w:t>
            </w:r>
            <w:r w:rsidRPr="00D87454">
              <w:t>-1</w:t>
            </w:r>
          </w:p>
        </w:tc>
        <w:tc>
          <w:tcPr>
            <w:tcW w:w="7817" w:type="dxa"/>
            <w:tcBorders>
              <w:bottom w:val="single" w:sz="4" w:space="0" w:color="auto"/>
            </w:tcBorders>
          </w:tcPr>
          <w:p w14:paraId="1B25671E" w14:textId="645B919F" w:rsidR="00016EBF" w:rsidRPr="00D87454" w:rsidRDefault="00016EBF" w:rsidP="00AD44CB">
            <w:pPr>
              <w:pStyle w:val="Table10ptText-ASDEFCON"/>
            </w:pPr>
            <w:r>
              <w:t>Australian Industry Capability</w:t>
            </w:r>
            <w:r w:rsidRPr="00102E82">
              <w:t xml:space="preserve"> (C</w:t>
            </w:r>
            <w:r>
              <w:t>ore</w:t>
            </w:r>
            <w:r w:rsidRPr="00102E82">
              <w:t>)</w:t>
            </w:r>
          </w:p>
        </w:tc>
      </w:tr>
      <w:tr w:rsidR="002861D6" w:rsidRPr="00D87454" w14:paraId="1B7CE1E8" w14:textId="77777777" w:rsidTr="00255A35">
        <w:trPr>
          <w:trHeight w:val="483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pct15" w:color="000000" w:fill="auto"/>
          </w:tcPr>
          <w:p w14:paraId="437D0591" w14:textId="77777777" w:rsidR="002861D6" w:rsidRPr="00D87454" w:rsidRDefault="002861D6" w:rsidP="00FE1AD2">
            <w:pPr>
              <w:pStyle w:val="Table10ptHeading-ASDEFCON"/>
            </w:pPr>
          </w:p>
        </w:tc>
        <w:tc>
          <w:tcPr>
            <w:tcW w:w="7817" w:type="dxa"/>
            <w:tcBorders>
              <w:bottom w:val="single" w:sz="4" w:space="0" w:color="auto"/>
            </w:tcBorders>
            <w:shd w:val="pct15" w:color="000000" w:fill="auto"/>
          </w:tcPr>
          <w:p w14:paraId="2E4B5807" w14:textId="74D87BEB" w:rsidR="002861D6" w:rsidRPr="00D87454" w:rsidRDefault="002861D6" w:rsidP="00AD44CB">
            <w:pPr>
              <w:pStyle w:val="Table10ptHeading-ASDEFCON"/>
            </w:pPr>
            <w:r w:rsidRPr="00D87454">
              <w:t xml:space="preserve">Response Volume </w:t>
            </w:r>
            <w:r w:rsidR="00F74417">
              <w:t>5</w:t>
            </w:r>
            <w:r w:rsidR="007F36DB">
              <w:t xml:space="preserve">: </w:t>
            </w:r>
            <w:r w:rsidR="00016EBF">
              <w:t>General</w:t>
            </w:r>
            <w:bookmarkStart w:id="0" w:name="_GoBack"/>
            <w:bookmarkEnd w:id="0"/>
          </w:p>
        </w:tc>
      </w:tr>
      <w:tr w:rsidR="00016EBF" w:rsidRPr="00D87454" w14:paraId="5B3AB93D" w14:textId="77777777" w:rsidTr="00FE1AD2">
        <w:trPr>
          <w:tblHeader/>
        </w:trPr>
        <w:tc>
          <w:tcPr>
            <w:tcW w:w="0" w:type="auto"/>
          </w:tcPr>
          <w:p w14:paraId="623E4B82" w14:textId="7B9F0A21" w:rsidR="00016EBF" w:rsidRDefault="00016EBF" w:rsidP="00C5262B">
            <w:pPr>
              <w:pStyle w:val="Table10ptHeading-ASDEFCON"/>
            </w:pPr>
            <w:r>
              <w:t>F</w:t>
            </w:r>
            <w:r w:rsidRPr="00D87454">
              <w:t>-1</w:t>
            </w:r>
          </w:p>
        </w:tc>
        <w:tc>
          <w:tcPr>
            <w:tcW w:w="7817" w:type="dxa"/>
          </w:tcPr>
          <w:p w14:paraId="0AE3AB99" w14:textId="199FEAEA" w:rsidR="00016EBF" w:rsidRDefault="00016EBF" w:rsidP="00AD44CB">
            <w:pPr>
              <w:pStyle w:val="Table10ptText-ASDEFCON"/>
            </w:pPr>
            <w:r>
              <w:t>Past Performance</w:t>
            </w:r>
            <w:r w:rsidRPr="00D87454">
              <w:t xml:space="preserve"> (C</w:t>
            </w:r>
            <w:r>
              <w:t>ore</w:t>
            </w:r>
            <w:r w:rsidRPr="00D87454">
              <w:t>)</w:t>
            </w:r>
          </w:p>
        </w:tc>
      </w:tr>
      <w:tr w:rsidR="00016EBF" w:rsidRPr="00D87454" w14:paraId="10F34EB4" w14:textId="77777777" w:rsidTr="00FE1AD2">
        <w:trPr>
          <w:tblHeader/>
        </w:trPr>
        <w:tc>
          <w:tcPr>
            <w:tcW w:w="0" w:type="auto"/>
          </w:tcPr>
          <w:p w14:paraId="3416E6D7" w14:textId="33183123" w:rsidR="00016EBF" w:rsidRDefault="00016EBF" w:rsidP="00C5262B">
            <w:pPr>
              <w:pStyle w:val="Table10ptHeading-ASDEFCON"/>
            </w:pPr>
            <w:r>
              <w:t>F-2</w:t>
            </w:r>
          </w:p>
        </w:tc>
        <w:tc>
          <w:tcPr>
            <w:tcW w:w="7817" w:type="dxa"/>
          </w:tcPr>
          <w:p w14:paraId="6DA29321" w14:textId="5A210F58" w:rsidR="00016EBF" w:rsidRDefault="00016EBF" w:rsidP="00AD44CB">
            <w:pPr>
              <w:pStyle w:val="Table10ptText-ASDEFCON"/>
            </w:pPr>
            <w:r>
              <w:t>Government Furnished Material (Optional)</w:t>
            </w:r>
          </w:p>
        </w:tc>
      </w:tr>
      <w:tr w:rsidR="00016EBF" w:rsidRPr="00D87454" w14:paraId="1ABF610E" w14:textId="77777777" w:rsidTr="00FE1AD2">
        <w:trPr>
          <w:tblHeader/>
        </w:trPr>
        <w:tc>
          <w:tcPr>
            <w:tcW w:w="0" w:type="auto"/>
          </w:tcPr>
          <w:p w14:paraId="1853A05C" w14:textId="0D4A0DB8" w:rsidR="00016EBF" w:rsidRDefault="00016EBF" w:rsidP="00C5262B">
            <w:pPr>
              <w:pStyle w:val="Table10ptHeading-ASDEFCON"/>
            </w:pPr>
            <w:r>
              <w:t>F-3</w:t>
            </w:r>
          </w:p>
        </w:tc>
        <w:tc>
          <w:tcPr>
            <w:tcW w:w="7817" w:type="dxa"/>
          </w:tcPr>
          <w:p w14:paraId="5B3BA896" w14:textId="2DAB869F" w:rsidR="00016EBF" w:rsidRDefault="00016EBF" w:rsidP="00AD44CB">
            <w:pPr>
              <w:pStyle w:val="Table10ptText-ASDEFCON"/>
            </w:pPr>
            <w:r>
              <w:t>Government Furnished Facilities (Optional)</w:t>
            </w:r>
          </w:p>
        </w:tc>
      </w:tr>
    </w:tbl>
    <w:p w14:paraId="51DF4372" w14:textId="77777777" w:rsidR="00043AA1" w:rsidRDefault="00043AA1" w:rsidP="00C5262B">
      <w:pPr>
        <w:pStyle w:val="ASDEFCONNormal"/>
        <w:sectPr w:rsidR="00043AA1" w:rsidSect="00556CC5">
          <w:headerReference w:type="default" r:id="rId7"/>
          <w:footerReference w:type="default" r:id="rId8"/>
          <w:pgSz w:w="11906" w:h="16838"/>
          <w:pgMar w:top="1304" w:right="1417" w:bottom="907" w:left="1417" w:header="567" w:footer="283" w:gutter="0"/>
          <w:cols w:space="720"/>
          <w:docGrid w:linePitch="272"/>
        </w:sectPr>
      </w:pPr>
    </w:p>
    <w:p w14:paraId="7C3FBF27" w14:textId="77777777" w:rsidR="00EE5FC5" w:rsidRDefault="00EE5FC5" w:rsidP="00C5262B">
      <w:pPr>
        <w:pStyle w:val="ASDEFCONTitle"/>
        <w:sectPr w:rsidR="00EE5FC5" w:rsidSect="00550B41">
          <w:headerReference w:type="default" r:id="rId9"/>
          <w:footerReference w:type="default" r:id="rId10"/>
          <w:type w:val="continuous"/>
          <w:pgSz w:w="11906" w:h="16838"/>
          <w:pgMar w:top="1304" w:right="1417" w:bottom="907" w:left="1417" w:header="567" w:footer="567" w:gutter="0"/>
          <w:cols w:space="720"/>
          <w:docGrid w:linePitch="272"/>
        </w:sectPr>
      </w:pPr>
    </w:p>
    <w:p w14:paraId="7D2B3E75" w14:textId="709E195C" w:rsidR="00D928AB" w:rsidRDefault="00D928AB" w:rsidP="00C5262B">
      <w:pPr>
        <w:pStyle w:val="ASDEFCONTitle"/>
      </w:pPr>
      <w:r>
        <w:lastRenderedPageBreak/>
        <w:t xml:space="preserve">attachment b </w:t>
      </w:r>
    </w:p>
    <w:p w14:paraId="7F080ABB" w14:textId="5D56B809" w:rsidR="00D928AB" w:rsidRPr="00D928AB" w:rsidRDefault="00D928AB" w:rsidP="00C5262B">
      <w:pPr>
        <w:pStyle w:val="ASDEFCONTitle"/>
      </w:pPr>
      <w:r w:rsidRPr="00D87454">
        <w:t>Tender Data Requirements List</w:t>
      </w:r>
      <w:r>
        <w:t xml:space="preserve"> </w:t>
      </w:r>
      <w:r w:rsidR="00017F5B">
        <w:t xml:space="preserve">– </w:t>
      </w:r>
      <w:r>
        <w:t>CONTRACT (aCQUISITION)</w:t>
      </w:r>
    </w:p>
    <w:tbl>
      <w:tblPr>
        <w:tblW w:w="93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33"/>
      </w:tblGrid>
      <w:tr w:rsidR="00A2176E" w:rsidRPr="00D87454" w14:paraId="65C5061D" w14:textId="77777777" w:rsidTr="00550B41">
        <w:tc>
          <w:tcPr>
            <w:tcW w:w="709" w:type="dxa"/>
            <w:shd w:val="pct15" w:color="000000" w:fill="auto"/>
          </w:tcPr>
          <w:p w14:paraId="7290AE6D" w14:textId="77777777" w:rsidR="00A2176E" w:rsidRPr="00D87454" w:rsidRDefault="00A2176E" w:rsidP="006D7B0F">
            <w:pPr>
              <w:pStyle w:val="Table10ptHeading-ASDEFCON"/>
            </w:pPr>
          </w:p>
        </w:tc>
        <w:tc>
          <w:tcPr>
            <w:tcW w:w="8633" w:type="dxa"/>
            <w:shd w:val="pct15" w:color="000000" w:fill="auto"/>
          </w:tcPr>
          <w:p w14:paraId="33808D99" w14:textId="0E00DB05" w:rsidR="00A2176E" w:rsidRPr="00D87454" w:rsidRDefault="00F74417" w:rsidP="00C5262B">
            <w:pPr>
              <w:pStyle w:val="Table10ptHeading-ASDEFCON"/>
            </w:pPr>
            <w:r>
              <w:t>Response Volume 6</w:t>
            </w:r>
            <w:r w:rsidR="007F36DB">
              <w:t xml:space="preserve">: </w:t>
            </w:r>
            <w:r w:rsidR="002448DF">
              <w:t>Project Strategies and Experience</w:t>
            </w:r>
          </w:p>
        </w:tc>
      </w:tr>
      <w:tr w:rsidR="002448DF" w:rsidRPr="00D87454" w14:paraId="1F066D1F" w14:textId="77777777" w:rsidTr="00550B41">
        <w:trPr>
          <w:trHeight w:val="431"/>
        </w:trPr>
        <w:tc>
          <w:tcPr>
            <w:tcW w:w="709" w:type="dxa"/>
          </w:tcPr>
          <w:p w14:paraId="52887714" w14:textId="77777777" w:rsidR="002448DF" w:rsidRDefault="002448DF" w:rsidP="00C5262B">
            <w:pPr>
              <w:pStyle w:val="Table10ptHeading-ASDEFCON"/>
            </w:pPr>
            <w:r>
              <w:t>A-1</w:t>
            </w:r>
          </w:p>
        </w:tc>
        <w:tc>
          <w:tcPr>
            <w:tcW w:w="8633" w:type="dxa"/>
          </w:tcPr>
          <w:p w14:paraId="584D0D5C" w14:textId="77777777" w:rsidR="002448DF" w:rsidRPr="00D87454" w:rsidRDefault="002448DF" w:rsidP="00C5262B">
            <w:pPr>
              <w:pStyle w:val="Table10ptText-ASDEFCON"/>
            </w:pPr>
            <w:r>
              <w:t>Project Strategy (Core)</w:t>
            </w:r>
          </w:p>
        </w:tc>
      </w:tr>
      <w:tr w:rsidR="00F00CA4" w:rsidRPr="00D87454" w14:paraId="6EF2BF74" w14:textId="77777777" w:rsidTr="00550B41">
        <w:trPr>
          <w:trHeight w:val="431"/>
        </w:trPr>
        <w:tc>
          <w:tcPr>
            <w:tcW w:w="709" w:type="dxa"/>
          </w:tcPr>
          <w:p w14:paraId="306D7620" w14:textId="626ED6BD" w:rsidR="00F00CA4" w:rsidRDefault="00F00CA4" w:rsidP="00C5262B">
            <w:pPr>
              <w:pStyle w:val="Table10ptHeading-ASDEFCON"/>
            </w:pPr>
            <w:r>
              <w:t>A-2</w:t>
            </w:r>
          </w:p>
        </w:tc>
        <w:tc>
          <w:tcPr>
            <w:tcW w:w="8633" w:type="dxa"/>
          </w:tcPr>
          <w:p w14:paraId="72598290" w14:textId="6F23FB94" w:rsidR="00F00CA4" w:rsidRPr="00D87454" w:rsidDel="002448DF" w:rsidRDefault="005E7E67" w:rsidP="00C5262B">
            <w:pPr>
              <w:pStyle w:val="Table10ptText-ASDEFCON"/>
            </w:pPr>
            <w:r>
              <w:t xml:space="preserve">Relevant Experience </w:t>
            </w:r>
            <w:r w:rsidR="00F00CA4">
              <w:t>(Core)</w:t>
            </w:r>
          </w:p>
        </w:tc>
      </w:tr>
      <w:tr w:rsidR="00A2176E" w:rsidRPr="00D87454" w14:paraId="4CBDA74D" w14:textId="77777777" w:rsidTr="00550B41">
        <w:trPr>
          <w:trHeight w:val="431"/>
        </w:trPr>
        <w:tc>
          <w:tcPr>
            <w:tcW w:w="709" w:type="dxa"/>
          </w:tcPr>
          <w:p w14:paraId="48E1E07F" w14:textId="52775C84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3</w:t>
            </w:r>
          </w:p>
        </w:tc>
        <w:tc>
          <w:tcPr>
            <w:tcW w:w="8633" w:type="dxa"/>
          </w:tcPr>
          <w:p w14:paraId="1C6E40EE" w14:textId="4E08551E" w:rsidR="00A2176E" w:rsidRPr="00D87454" w:rsidRDefault="00A2176E" w:rsidP="00C5262B">
            <w:pPr>
              <w:pStyle w:val="Table10ptText-ASDEFCON"/>
            </w:pPr>
            <w:r w:rsidRPr="00D87454">
              <w:t>Contract Work Breakdown Structure</w:t>
            </w:r>
            <w:r w:rsidR="007F764A">
              <w:t xml:space="preserve"> </w:t>
            </w:r>
            <w:r w:rsidRPr="00D87454">
              <w:t>and Dictionary (</w:t>
            </w:r>
            <w:r w:rsidR="000771FA" w:rsidRPr="00D87454">
              <w:t>C</w:t>
            </w:r>
            <w:r w:rsidR="000771FA">
              <w:t>ore</w:t>
            </w:r>
            <w:r w:rsidRPr="00D87454">
              <w:t>)</w:t>
            </w:r>
          </w:p>
        </w:tc>
      </w:tr>
      <w:tr w:rsidR="00A2176E" w:rsidRPr="00D87454" w14:paraId="0257FAA3" w14:textId="77777777" w:rsidTr="00550B41">
        <w:tc>
          <w:tcPr>
            <w:tcW w:w="709" w:type="dxa"/>
          </w:tcPr>
          <w:p w14:paraId="22C821B2" w14:textId="30B64128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4</w:t>
            </w:r>
          </w:p>
        </w:tc>
        <w:tc>
          <w:tcPr>
            <w:tcW w:w="8633" w:type="dxa"/>
          </w:tcPr>
          <w:p w14:paraId="72C172A4" w14:textId="07C65E73" w:rsidR="00A2176E" w:rsidRPr="00D87454" w:rsidRDefault="00A2176E" w:rsidP="00C5262B">
            <w:pPr>
              <w:pStyle w:val="Table10ptText-ASDEFCON"/>
            </w:pPr>
            <w:r w:rsidRPr="00D87454">
              <w:t>Contract Master Schedule (</w:t>
            </w:r>
            <w:r w:rsidR="000771FA" w:rsidRPr="00D87454">
              <w:t>C</w:t>
            </w:r>
            <w:r w:rsidR="000771FA">
              <w:t>ore</w:t>
            </w:r>
            <w:r w:rsidRPr="00D87454">
              <w:t>)</w:t>
            </w:r>
          </w:p>
        </w:tc>
      </w:tr>
      <w:tr w:rsidR="000B7521" w:rsidRPr="00D87454" w14:paraId="0FC2C8E1" w14:textId="77777777" w:rsidTr="00E0350B">
        <w:tc>
          <w:tcPr>
            <w:tcW w:w="709" w:type="dxa"/>
          </w:tcPr>
          <w:p w14:paraId="0436F8D7" w14:textId="6022085D" w:rsidR="000B7521" w:rsidRPr="00D87454" w:rsidRDefault="000B7521" w:rsidP="00C5262B">
            <w:pPr>
              <w:pStyle w:val="Table10ptHeading-ASDEFCON"/>
            </w:pPr>
            <w:r>
              <w:t>A-</w:t>
            </w:r>
            <w:r w:rsidR="00F00CA4">
              <w:t>5</w:t>
            </w:r>
          </w:p>
        </w:tc>
        <w:tc>
          <w:tcPr>
            <w:tcW w:w="8633" w:type="dxa"/>
          </w:tcPr>
          <w:p w14:paraId="4BF4F75F" w14:textId="14A7C688" w:rsidR="000B7521" w:rsidRPr="00D87454" w:rsidRDefault="000B7521" w:rsidP="00C5262B">
            <w:pPr>
              <w:pStyle w:val="Table10ptText-ASDEFCON"/>
            </w:pPr>
            <w:r>
              <w:t>Key Staff Positions</w:t>
            </w:r>
            <w:r w:rsidRPr="00D87454">
              <w:t xml:space="preserve"> (</w:t>
            </w:r>
            <w:r w:rsidR="000771FA" w:rsidRPr="00D87454">
              <w:t>C</w:t>
            </w:r>
            <w:r w:rsidR="000771FA">
              <w:t>ore</w:t>
            </w:r>
            <w:r w:rsidRPr="00D87454">
              <w:t>)</w:t>
            </w:r>
          </w:p>
        </w:tc>
      </w:tr>
      <w:tr w:rsidR="00A2176E" w:rsidRPr="00D87454" w14:paraId="2F4449B6" w14:textId="77777777" w:rsidTr="00550B41">
        <w:tc>
          <w:tcPr>
            <w:tcW w:w="709" w:type="dxa"/>
          </w:tcPr>
          <w:p w14:paraId="3EA10DF8" w14:textId="037814B8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6</w:t>
            </w:r>
          </w:p>
        </w:tc>
        <w:tc>
          <w:tcPr>
            <w:tcW w:w="8633" w:type="dxa"/>
          </w:tcPr>
          <w:p w14:paraId="43A1BFB5" w14:textId="3F441C4C" w:rsidR="00A2176E" w:rsidRPr="00D87454" w:rsidRDefault="002448DF" w:rsidP="00C5262B">
            <w:pPr>
              <w:pStyle w:val="Table10ptText-ASDEFCON"/>
            </w:pPr>
            <w:r>
              <w:t>Staff / Skills Profile</w:t>
            </w:r>
            <w:r w:rsidR="00A2176E" w:rsidRPr="00D87454">
              <w:t xml:space="preserve"> (</w:t>
            </w:r>
            <w:r w:rsidR="000771FA" w:rsidRPr="00D87454">
              <w:t>C</w:t>
            </w:r>
            <w:r w:rsidR="000771FA">
              <w:t>ore</w:t>
            </w:r>
            <w:r w:rsidR="00A2176E" w:rsidRPr="00D87454">
              <w:t>)</w:t>
            </w:r>
          </w:p>
        </w:tc>
      </w:tr>
      <w:tr w:rsidR="00A2176E" w:rsidRPr="00D87454" w14:paraId="51A48317" w14:textId="77777777" w:rsidTr="00550B41">
        <w:tc>
          <w:tcPr>
            <w:tcW w:w="709" w:type="dxa"/>
          </w:tcPr>
          <w:p w14:paraId="13B07541" w14:textId="32FE6A46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7</w:t>
            </w:r>
          </w:p>
        </w:tc>
        <w:tc>
          <w:tcPr>
            <w:tcW w:w="8633" w:type="dxa"/>
          </w:tcPr>
          <w:p w14:paraId="738F0AF6" w14:textId="5C42CBF6" w:rsidR="00A2176E" w:rsidRPr="00D87454" w:rsidRDefault="00A2176E" w:rsidP="00C5262B">
            <w:pPr>
              <w:pStyle w:val="Table10ptText-ASDEFCON"/>
            </w:pPr>
            <w:r w:rsidRPr="00D87454">
              <w:t xml:space="preserve">Risk Assessment and </w:t>
            </w:r>
            <w:r w:rsidR="002448DF">
              <w:t>Risk Register</w:t>
            </w:r>
            <w:r w:rsidR="002448DF" w:rsidRPr="00D87454">
              <w:t xml:space="preserve"> </w:t>
            </w:r>
            <w:r w:rsidRPr="00D87454">
              <w:t>(</w:t>
            </w:r>
            <w:r w:rsidR="002448DF" w:rsidRPr="00D87454">
              <w:t>C</w:t>
            </w:r>
            <w:r w:rsidR="002448DF">
              <w:t>ore</w:t>
            </w:r>
            <w:r w:rsidRPr="00D87454">
              <w:t>)</w:t>
            </w:r>
          </w:p>
        </w:tc>
      </w:tr>
      <w:tr w:rsidR="00A2176E" w:rsidRPr="00D87454" w14:paraId="66F356C3" w14:textId="77777777" w:rsidTr="00550B41">
        <w:tc>
          <w:tcPr>
            <w:tcW w:w="709" w:type="dxa"/>
          </w:tcPr>
          <w:p w14:paraId="2F45EFC9" w14:textId="09979515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8</w:t>
            </w:r>
          </w:p>
        </w:tc>
        <w:tc>
          <w:tcPr>
            <w:tcW w:w="8633" w:type="dxa"/>
          </w:tcPr>
          <w:p w14:paraId="290CB11C" w14:textId="63E2E870" w:rsidR="00A2176E" w:rsidRPr="00D87454" w:rsidRDefault="002448DF" w:rsidP="00C5262B">
            <w:pPr>
              <w:pStyle w:val="Table10ptText-ASDEFCON"/>
            </w:pPr>
            <w:r>
              <w:t>Mandated Systems and Processes</w:t>
            </w:r>
            <w:r w:rsidR="00A2176E" w:rsidRPr="00D87454">
              <w:t xml:space="preserve"> (</w:t>
            </w:r>
            <w:r w:rsidRPr="00D87454">
              <w:t>C</w:t>
            </w:r>
            <w:r>
              <w:t>ore</w:t>
            </w:r>
            <w:r w:rsidR="00A2176E" w:rsidRPr="00D87454">
              <w:t>)</w:t>
            </w:r>
          </w:p>
        </w:tc>
      </w:tr>
      <w:tr w:rsidR="00A2176E" w:rsidRPr="00306986" w14:paraId="14FFEA94" w14:textId="77777777" w:rsidTr="00550B41">
        <w:tc>
          <w:tcPr>
            <w:tcW w:w="709" w:type="dxa"/>
          </w:tcPr>
          <w:p w14:paraId="20545DA5" w14:textId="12FC062E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9</w:t>
            </w:r>
          </w:p>
        </w:tc>
        <w:tc>
          <w:tcPr>
            <w:tcW w:w="8633" w:type="dxa"/>
          </w:tcPr>
          <w:p w14:paraId="5F993E82" w14:textId="4AFCFD86" w:rsidR="00A2176E" w:rsidRPr="00306986" w:rsidRDefault="002448DF" w:rsidP="00C5262B">
            <w:pPr>
              <w:pStyle w:val="Table10ptText-ASDEFCON"/>
            </w:pPr>
            <w:r>
              <w:t>Problematic Substances and Problematic Sources used on Commonwealth Premises</w:t>
            </w:r>
            <w:r w:rsidR="00A2176E" w:rsidRPr="00306986">
              <w:t xml:space="preserve"> (</w:t>
            </w:r>
            <w:r w:rsidRPr="00306986">
              <w:t>C</w:t>
            </w:r>
            <w:r>
              <w:t>ore</w:t>
            </w:r>
            <w:r w:rsidR="00A2176E" w:rsidRPr="00306986">
              <w:t>)</w:t>
            </w:r>
          </w:p>
        </w:tc>
      </w:tr>
      <w:tr w:rsidR="00A2176E" w:rsidRPr="00B339D4" w14:paraId="2809A4E8" w14:textId="77777777" w:rsidTr="000771FA">
        <w:tc>
          <w:tcPr>
            <w:tcW w:w="709" w:type="dxa"/>
            <w:tcBorders>
              <w:bottom w:val="single" w:sz="4" w:space="0" w:color="auto"/>
            </w:tcBorders>
          </w:tcPr>
          <w:p w14:paraId="38D6F214" w14:textId="6696E30E" w:rsidR="00A2176E" w:rsidRPr="00D87454" w:rsidRDefault="00D928AB" w:rsidP="00C5262B">
            <w:pPr>
              <w:pStyle w:val="Table10ptHeading-ASDEFCON"/>
            </w:pPr>
            <w:r>
              <w:t>A-</w:t>
            </w:r>
            <w:r w:rsidR="00F00CA4">
              <w:t>10</w:t>
            </w:r>
          </w:p>
        </w:tc>
        <w:tc>
          <w:tcPr>
            <w:tcW w:w="8633" w:type="dxa"/>
          </w:tcPr>
          <w:p w14:paraId="2911B997" w14:textId="0A06986D" w:rsidR="00A2176E" w:rsidRPr="00D87454" w:rsidRDefault="00A2176E" w:rsidP="00C5262B">
            <w:pPr>
              <w:pStyle w:val="Table10ptText-ASDEFCON"/>
            </w:pPr>
            <w:r w:rsidRPr="00B339D4">
              <w:t xml:space="preserve">Facility and Information </w:t>
            </w:r>
            <w:r w:rsidR="00751C22">
              <w:t xml:space="preserve">and </w:t>
            </w:r>
            <w:r w:rsidRPr="00B339D4">
              <w:t xml:space="preserve">Communications Technology Systems Security Accreditation </w:t>
            </w:r>
            <w:r w:rsidRPr="00D87454">
              <w:t>(O</w:t>
            </w:r>
            <w:r w:rsidR="002448DF">
              <w:t>ptional</w:t>
            </w:r>
            <w:r w:rsidRPr="00D87454">
              <w:t>)</w:t>
            </w:r>
          </w:p>
        </w:tc>
      </w:tr>
      <w:tr w:rsidR="00A2176E" w:rsidRPr="00D87454" w14:paraId="7C699CE0" w14:textId="77777777" w:rsidTr="000771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auto"/>
          </w:tcPr>
          <w:p w14:paraId="150823F6" w14:textId="77777777" w:rsidR="00A2176E" w:rsidRPr="00D87454" w:rsidRDefault="00A2176E" w:rsidP="006D7B0F">
            <w:pPr>
              <w:pStyle w:val="Table10ptHeading-ASDEFCON"/>
            </w:pPr>
          </w:p>
        </w:tc>
        <w:tc>
          <w:tcPr>
            <w:tcW w:w="8633" w:type="dxa"/>
            <w:tcBorders>
              <w:left w:val="single" w:sz="4" w:space="0" w:color="auto"/>
            </w:tcBorders>
            <w:shd w:val="pct15" w:color="000000" w:fill="auto"/>
          </w:tcPr>
          <w:p w14:paraId="74585960" w14:textId="51DEF93A" w:rsidR="00A2176E" w:rsidRPr="00D87454" w:rsidRDefault="00F74417" w:rsidP="00C5262B">
            <w:pPr>
              <w:pStyle w:val="Table10ptHeading-ASDEFCON"/>
            </w:pPr>
            <w:r>
              <w:t>Response Volume 7</w:t>
            </w:r>
            <w:r w:rsidR="007F36DB">
              <w:t xml:space="preserve">: </w:t>
            </w:r>
            <w:r w:rsidR="002448DF">
              <w:t>Solution Description</w:t>
            </w:r>
          </w:p>
        </w:tc>
      </w:tr>
      <w:tr w:rsidR="00A2176E" w:rsidRPr="00D87454" w14:paraId="57569A55" w14:textId="77777777" w:rsidTr="000771FA">
        <w:tc>
          <w:tcPr>
            <w:tcW w:w="709" w:type="dxa"/>
            <w:tcBorders>
              <w:top w:val="single" w:sz="4" w:space="0" w:color="auto"/>
            </w:tcBorders>
          </w:tcPr>
          <w:p w14:paraId="7AB437E1" w14:textId="77777777" w:rsidR="00A2176E" w:rsidRPr="00D87454" w:rsidRDefault="00D928AB" w:rsidP="00C5262B">
            <w:pPr>
              <w:pStyle w:val="Table10ptHeading-ASDEFCON"/>
            </w:pPr>
            <w:r>
              <w:t>B-1</w:t>
            </w:r>
          </w:p>
        </w:tc>
        <w:tc>
          <w:tcPr>
            <w:tcW w:w="8633" w:type="dxa"/>
          </w:tcPr>
          <w:p w14:paraId="6ED0B257" w14:textId="05CF8066" w:rsidR="00A2176E" w:rsidRPr="00D87454" w:rsidRDefault="00A2176E" w:rsidP="00C5262B">
            <w:pPr>
              <w:pStyle w:val="Table10ptText-ASDEFCON"/>
            </w:pPr>
            <w:r w:rsidRPr="00D87454">
              <w:t>Operational Description (</w:t>
            </w:r>
            <w:r w:rsidR="00E008D3" w:rsidRPr="00D87454">
              <w:t>C</w:t>
            </w:r>
            <w:r w:rsidR="00E008D3">
              <w:t>ore</w:t>
            </w:r>
            <w:r w:rsidRPr="00D87454">
              <w:t>)</w:t>
            </w:r>
          </w:p>
        </w:tc>
      </w:tr>
      <w:tr w:rsidR="00A2176E" w:rsidRPr="00D87454" w14:paraId="3BE15B98" w14:textId="77777777" w:rsidTr="00550B41">
        <w:tc>
          <w:tcPr>
            <w:tcW w:w="709" w:type="dxa"/>
          </w:tcPr>
          <w:p w14:paraId="306B89EB" w14:textId="77777777" w:rsidR="00A2176E" w:rsidRPr="00D87454" w:rsidRDefault="00D928AB" w:rsidP="00C5262B">
            <w:pPr>
              <w:pStyle w:val="Table10ptHeading-ASDEFCON"/>
            </w:pPr>
            <w:r>
              <w:t>B-2</w:t>
            </w:r>
          </w:p>
        </w:tc>
        <w:tc>
          <w:tcPr>
            <w:tcW w:w="8633" w:type="dxa"/>
          </w:tcPr>
          <w:p w14:paraId="2896CA73" w14:textId="047D6A54" w:rsidR="00A2176E" w:rsidRPr="00D87454" w:rsidRDefault="00A2176E" w:rsidP="00C5262B">
            <w:pPr>
              <w:pStyle w:val="Table10ptText-ASDEFCON"/>
            </w:pPr>
            <w:r w:rsidRPr="00D87454">
              <w:t>Technical Description (</w:t>
            </w:r>
            <w:r w:rsidR="00E008D3" w:rsidRPr="00D87454">
              <w:t>C</w:t>
            </w:r>
            <w:r w:rsidR="00E008D3">
              <w:t>ore</w:t>
            </w:r>
            <w:r w:rsidRPr="00D87454">
              <w:t>)</w:t>
            </w:r>
          </w:p>
        </w:tc>
      </w:tr>
      <w:tr w:rsidR="00A2176E" w:rsidRPr="00D87454" w14:paraId="54C4D5DA" w14:textId="77777777" w:rsidTr="00550B41">
        <w:tc>
          <w:tcPr>
            <w:tcW w:w="709" w:type="dxa"/>
          </w:tcPr>
          <w:p w14:paraId="4F83AA70" w14:textId="77777777" w:rsidR="00A2176E" w:rsidRPr="00D87454" w:rsidRDefault="00D928AB" w:rsidP="00C5262B">
            <w:pPr>
              <w:pStyle w:val="Table10ptHeading-ASDEFCON"/>
            </w:pPr>
            <w:r>
              <w:t>B-3</w:t>
            </w:r>
          </w:p>
        </w:tc>
        <w:tc>
          <w:tcPr>
            <w:tcW w:w="8633" w:type="dxa"/>
          </w:tcPr>
          <w:p w14:paraId="092E6AD3" w14:textId="5A64BE81" w:rsidR="00A2176E" w:rsidRPr="00D87454" w:rsidRDefault="00A2176E" w:rsidP="00C5262B">
            <w:pPr>
              <w:pStyle w:val="Table10ptText-ASDEFCON"/>
            </w:pPr>
            <w:r w:rsidRPr="00D87454">
              <w:t>System Evolution and Growth (</w:t>
            </w:r>
            <w:r w:rsidR="00E008D3" w:rsidRPr="00D87454">
              <w:t>O</w:t>
            </w:r>
            <w:r w:rsidR="00E008D3">
              <w:t>ptional</w:t>
            </w:r>
            <w:r w:rsidRPr="00D87454">
              <w:t>)</w:t>
            </w:r>
          </w:p>
        </w:tc>
      </w:tr>
      <w:tr w:rsidR="00A2176E" w:rsidRPr="00D87454" w14:paraId="72CD5CE8" w14:textId="77777777" w:rsidTr="00550B41">
        <w:tc>
          <w:tcPr>
            <w:tcW w:w="709" w:type="dxa"/>
          </w:tcPr>
          <w:p w14:paraId="1E4CE4B0" w14:textId="12354311" w:rsidR="00A2176E" w:rsidRPr="00D87454" w:rsidRDefault="00F4231C" w:rsidP="00C5262B">
            <w:pPr>
              <w:pStyle w:val="Table10ptHeading-ASDEFCON"/>
            </w:pPr>
            <w:r>
              <w:t>B-4</w:t>
            </w:r>
          </w:p>
        </w:tc>
        <w:tc>
          <w:tcPr>
            <w:tcW w:w="8633" w:type="dxa"/>
          </w:tcPr>
          <w:p w14:paraId="06EDFB46" w14:textId="3DC83840" w:rsidR="00A2176E" w:rsidRPr="00D87454" w:rsidRDefault="00E008D3" w:rsidP="00C5262B">
            <w:pPr>
              <w:pStyle w:val="Table10ptText-ASDEFCON"/>
            </w:pPr>
            <w:r>
              <w:t>Mission System Technical Documentation Tree</w:t>
            </w:r>
            <w:r w:rsidR="00A2176E" w:rsidRPr="00D87454">
              <w:t xml:space="preserve"> (</w:t>
            </w:r>
            <w:r w:rsidRPr="00D87454">
              <w:t>C</w:t>
            </w:r>
            <w:r>
              <w:t>ore</w:t>
            </w:r>
            <w:r w:rsidR="00A2176E" w:rsidRPr="00D87454">
              <w:t>)</w:t>
            </w:r>
          </w:p>
        </w:tc>
      </w:tr>
      <w:tr w:rsidR="00A2176E" w:rsidRPr="00D87454" w14:paraId="6F6E92C2" w14:textId="77777777" w:rsidTr="00550B41">
        <w:tc>
          <w:tcPr>
            <w:tcW w:w="709" w:type="dxa"/>
          </w:tcPr>
          <w:p w14:paraId="4B721E20" w14:textId="4452FA20" w:rsidR="00A2176E" w:rsidRPr="00D87454" w:rsidRDefault="00F4231C" w:rsidP="00C5262B">
            <w:pPr>
              <w:pStyle w:val="Table10ptHeading-ASDEFCON"/>
            </w:pPr>
            <w:r>
              <w:t>B-5</w:t>
            </w:r>
          </w:p>
        </w:tc>
        <w:tc>
          <w:tcPr>
            <w:tcW w:w="8633" w:type="dxa"/>
          </w:tcPr>
          <w:p w14:paraId="73FA968D" w14:textId="7D421BF3" w:rsidR="00A2176E" w:rsidRPr="00D87454" w:rsidRDefault="00E008D3" w:rsidP="00C5262B">
            <w:pPr>
              <w:pStyle w:val="Table10ptText-ASDEFCON"/>
            </w:pPr>
            <w:r>
              <w:t>Software List</w:t>
            </w:r>
            <w:r w:rsidR="00A2176E" w:rsidRPr="00D87454">
              <w:t xml:space="preserve"> (</w:t>
            </w:r>
            <w:r>
              <w:t>Optional)</w:t>
            </w:r>
          </w:p>
        </w:tc>
      </w:tr>
      <w:tr w:rsidR="00A2176E" w:rsidRPr="00D87454" w14:paraId="21E9421E" w14:textId="77777777" w:rsidTr="00550B41">
        <w:tc>
          <w:tcPr>
            <w:tcW w:w="709" w:type="dxa"/>
          </w:tcPr>
          <w:p w14:paraId="00012048" w14:textId="33024AC5" w:rsidR="00A2176E" w:rsidRPr="00D87454" w:rsidRDefault="00F4231C" w:rsidP="00C5262B">
            <w:pPr>
              <w:pStyle w:val="Table10ptHeading-ASDEFCON"/>
            </w:pPr>
            <w:r>
              <w:t>B-6</w:t>
            </w:r>
          </w:p>
        </w:tc>
        <w:tc>
          <w:tcPr>
            <w:tcW w:w="8633" w:type="dxa"/>
          </w:tcPr>
          <w:p w14:paraId="46400AC0" w14:textId="3711A411" w:rsidR="00A2176E" w:rsidRPr="00D87454" w:rsidRDefault="00E008D3" w:rsidP="00C5262B">
            <w:pPr>
              <w:pStyle w:val="Table10ptText-ASDEFCON"/>
            </w:pPr>
            <w:r>
              <w:t>Equipment Certification to Access Radiofrequency Spectrum</w:t>
            </w:r>
            <w:r w:rsidR="00A2176E" w:rsidRPr="00D87454">
              <w:t xml:space="preserve"> (</w:t>
            </w:r>
            <w:r>
              <w:t>Optional</w:t>
            </w:r>
            <w:r w:rsidR="00A2176E" w:rsidRPr="00D87454">
              <w:t>)</w:t>
            </w:r>
          </w:p>
        </w:tc>
      </w:tr>
      <w:tr w:rsidR="00A2176E" w:rsidRPr="00D87454" w14:paraId="266732BE" w14:textId="77777777" w:rsidTr="00E040E4">
        <w:trPr>
          <w:trHeight w:val="352"/>
        </w:trPr>
        <w:tc>
          <w:tcPr>
            <w:tcW w:w="709" w:type="dxa"/>
          </w:tcPr>
          <w:p w14:paraId="0C9A3C7D" w14:textId="70EE7C99" w:rsidR="00A2176E" w:rsidRPr="00D87454" w:rsidRDefault="00F4231C" w:rsidP="00C5262B">
            <w:pPr>
              <w:pStyle w:val="Table10ptHeading-ASDEFCON"/>
            </w:pPr>
            <w:r>
              <w:t>B-7</w:t>
            </w:r>
          </w:p>
        </w:tc>
        <w:tc>
          <w:tcPr>
            <w:tcW w:w="8633" w:type="dxa"/>
          </w:tcPr>
          <w:p w14:paraId="140F34BF" w14:textId="0D680363" w:rsidR="00A2176E" w:rsidRPr="00D87454" w:rsidRDefault="00911F81" w:rsidP="00C5262B">
            <w:pPr>
              <w:pStyle w:val="Table10ptText-ASDEFCON"/>
            </w:pPr>
            <w:r>
              <w:t>Support System</w:t>
            </w:r>
            <w:r w:rsidR="00A2176E" w:rsidRPr="00D87454">
              <w:t xml:space="preserve"> (</w:t>
            </w:r>
            <w:r>
              <w:t>Core</w:t>
            </w:r>
            <w:r w:rsidR="00A2176E" w:rsidRPr="00D87454">
              <w:t>)</w:t>
            </w:r>
          </w:p>
        </w:tc>
      </w:tr>
      <w:tr w:rsidR="00A2176E" w:rsidRPr="00D87454" w14:paraId="17CFBAC4" w14:textId="77777777" w:rsidTr="00550B41">
        <w:tc>
          <w:tcPr>
            <w:tcW w:w="709" w:type="dxa"/>
          </w:tcPr>
          <w:p w14:paraId="60127511" w14:textId="2F56B737" w:rsidR="00A2176E" w:rsidRPr="00D87454" w:rsidRDefault="00F4231C" w:rsidP="00C5262B">
            <w:pPr>
              <w:pStyle w:val="Table10ptHeading-ASDEFCON"/>
            </w:pPr>
            <w:r>
              <w:t>B-8</w:t>
            </w:r>
          </w:p>
        </w:tc>
        <w:tc>
          <w:tcPr>
            <w:tcW w:w="8633" w:type="dxa"/>
          </w:tcPr>
          <w:p w14:paraId="3F220968" w14:textId="4820859F" w:rsidR="00A2176E" w:rsidRPr="00D87454" w:rsidRDefault="00C42329" w:rsidP="00C5262B">
            <w:pPr>
              <w:pStyle w:val="Table10ptText-ASDEFCON"/>
            </w:pPr>
            <w:r>
              <w:t>Support Resources</w:t>
            </w:r>
            <w:r w:rsidR="00A2176E" w:rsidRPr="00D87454">
              <w:t xml:space="preserve"> (</w:t>
            </w:r>
            <w:r>
              <w:t>Core</w:t>
            </w:r>
            <w:r w:rsidR="00A2176E" w:rsidRPr="00D87454">
              <w:t>)</w:t>
            </w:r>
          </w:p>
        </w:tc>
      </w:tr>
      <w:tr w:rsidR="00A2176E" w:rsidRPr="00D87454" w14:paraId="73D6AB54" w14:textId="77777777" w:rsidTr="00550B41">
        <w:tc>
          <w:tcPr>
            <w:tcW w:w="709" w:type="dxa"/>
          </w:tcPr>
          <w:p w14:paraId="173CBED5" w14:textId="3ECA9C73" w:rsidR="00A2176E" w:rsidRPr="00D87454" w:rsidRDefault="00F4231C" w:rsidP="00C5262B">
            <w:pPr>
              <w:pStyle w:val="Table10ptHeading-ASDEFCON"/>
            </w:pPr>
            <w:r>
              <w:t>B-9</w:t>
            </w:r>
          </w:p>
        </w:tc>
        <w:tc>
          <w:tcPr>
            <w:tcW w:w="8633" w:type="dxa"/>
          </w:tcPr>
          <w:p w14:paraId="1071ABC0" w14:textId="31CCC371" w:rsidR="00A2176E" w:rsidRPr="00D87454" w:rsidRDefault="00C42329" w:rsidP="00C5262B">
            <w:pPr>
              <w:pStyle w:val="Table10ptText-ASDEFCON"/>
            </w:pPr>
            <w:r>
              <w:t>Problematic Substance and Problematic Sources in Supplies</w:t>
            </w:r>
            <w:r w:rsidR="00A2176E" w:rsidRPr="00D87454">
              <w:t xml:space="preserve"> (</w:t>
            </w:r>
            <w:r w:rsidRPr="00D87454">
              <w:t>C</w:t>
            </w:r>
            <w:r>
              <w:t>ore</w:t>
            </w:r>
            <w:r w:rsidR="00A2176E" w:rsidRPr="00D87454">
              <w:t>)</w:t>
            </w:r>
          </w:p>
        </w:tc>
      </w:tr>
      <w:tr w:rsidR="00A2176E" w:rsidRPr="00D87454" w14:paraId="3920484F" w14:textId="77777777" w:rsidTr="00550B41">
        <w:tc>
          <w:tcPr>
            <w:tcW w:w="709" w:type="dxa"/>
          </w:tcPr>
          <w:p w14:paraId="0D77B9C4" w14:textId="19EF688D" w:rsidR="00A2176E" w:rsidRPr="00D87454" w:rsidRDefault="00F4231C" w:rsidP="00C5262B">
            <w:pPr>
              <w:pStyle w:val="Table10ptHeading-ASDEFCON"/>
            </w:pPr>
            <w:r>
              <w:t>B-10</w:t>
            </w:r>
          </w:p>
        </w:tc>
        <w:tc>
          <w:tcPr>
            <w:tcW w:w="8633" w:type="dxa"/>
          </w:tcPr>
          <w:p w14:paraId="451E5E9B" w14:textId="380893A8" w:rsidR="00A2176E" w:rsidRPr="00D87454" w:rsidRDefault="00C42329" w:rsidP="00C5262B">
            <w:pPr>
              <w:pStyle w:val="Table10ptText-ASDEFCON"/>
            </w:pPr>
            <w:r>
              <w:t>Environmental Considerations (Optional)</w:t>
            </w:r>
          </w:p>
        </w:tc>
      </w:tr>
    </w:tbl>
    <w:p w14:paraId="06837C49" w14:textId="77777777" w:rsidR="006D7B0F" w:rsidRDefault="006D7B0F" w:rsidP="006D7B0F"/>
    <w:p w14:paraId="7D43A760" w14:textId="77777777" w:rsidR="00043AA1" w:rsidRPr="006D7B0F" w:rsidRDefault="00043AA1" w:rsidP="006D7B0F">
      <w:pPr>
        <w:sectPr w:rsidR="00043AA1" w:rsidRPr="006D7B0F" w:rsidSect="00EE5FC5">
          <w:pgSz w:w="11906" w:h="16838"/>
          <w:pgMar w:top="1304" w:right="1417" w:bottom="907" w:left="1417" w:header="567" w:footer="567" w:gutter="0"/>
          <w:cols w:space="720"/>
          <w:docGrid w:linePitch="272"/>
        </w:sectPr>
      </w:pPr>
    </w:p>
    <w:p w14:paraId="27790A2F" w14:textId="77777777" w:rsidR="00D928AB" w:rsidRDefault="00D928AB" w:rsidP="00C5262B">
      <w:pPr>
        <w:pStyle w:val="ASDEFCONTitle"/>
      </w:pPr>
      <w:r>
        <w:lastRenderedPageBreak/>
        <w:t xml:space="preserve">attachment C </w:t>
      </w:r>
    </w:p>
    <w:p w14:paraId="69886DBC" w14:textId="77777777" w:rsidR="00D928AB" w:rsidRPr="00D928AB" w:rsidRDefault="00D928AB" w:rsidP="00C5262B">
      <w:pPr>
        <w:pStyle w:val="ASDEFCONTitle"/>
      </w:pPr>
      <w:r w:rsidRPr="00D87454">
        <w:t>Tender Data Requirements List</w:t>
      </w:r>
      <w:r>
        <w:t xml:space="preserve"> contract (sUPPORT)</w:t>
      </w: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614"/>
      </w:tblGrid>
      <w:tr w:rsidR="00F73BE7" w:rsidRPr="00D87454" w14:paraId="65F36A0A" w14:textId="77777777" w:rsidTr="0066697E">
        <w:tc>
          <w:tcPr>
            <w:tcW w:w="708" w:type="dxa"/>
            <w:shd w:val="pct15" w:color="000000" w:fill="auto"/>
          </w:tcPr>
          <w:p w14:paraId="31E6BC22" w14:textId="77777777" w:rsidR="00F73BE7" w:rsidRPr="00D87454" w:rsidRDefault="00F73BE7" w:rsidP="006D7B0F">
            <w:pPr>
              <w:pStyle w:val="Table10ptHeading-ASDEFCON"/>
            </w:pPr>
          </w:p>
        </w:tc>
        <w:tc>
          <w:tcPr>
            <w:tcW w:w="8614" w:type="dxa"/>
            <w:shd w:val="pct15" w:color="000000" w:fill="auto"/>
          </w:tcPr>
          <w:p w14:paraId="7BCC4156" w14:textId="720BF890" w:rsidR="00F73BE7" w:rsidRPr="00D87454" w:rsidRDefault="00F74417" w:rsidP="00C5262B">
            <w:pPr>
              <w:pStyle w:val="Table10ptHeading-ASDEFCON"/>
            </w:pPr>
            <w:r>
              <w:t xml:space="preserve">Response Volume </w:t>
            </w:r>
            <w:r w:rsidR="00577AB2">
              <w:t>8</w:t>
            </w:r>
            <w:r w:rsidR="007F36DB">
              <w:t xml:space="preserve">: </w:t>
            </w:r>
            <w:r w:rsidR="00D928AB">
              <w:t xml:space="preserve">Support </w:t>
            </w:r>
            <w:r w:rsidR="00F73BE7">
              <w:t>General</w:t>
            </w:r>
          </w:p>
        </w:tc>
      </w:tr>
      <w:tr w:rsidR="00D928AB" w:rsidRPr="00D87454" w14:paraId="4AF4C532" w14:textId="77777777" w:rsidTr="0066697E">
        <w:trPr>
          <w:trHeight w:val="431"/>
        </w:trPr>
        <w:tc>
          <w:tcPr>
            <w:tcW w:w="708" w:type="dxa"/>
          </w:tcPr>
          <w:p w14:paraId="0E327E71" w14:textId="0211F689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1</w:t>
            </w:r>
          </w:p>
        </w:tc>
        <w:tc>
          <w:tcPr>
            <w:tcW w:w="8614" w:type="dxa"/>
          </w:tcPr>
          <w:p w14:paraId="42297185" w14:textId="502488C3" w:rsidR="00D928AB" w:rsidRPr="00D87454" w:rsidRDefault="00D928AB" w:rsidP="00C5262B">
            <w:pPr>
              <w:pStyle w:val="Table10ptText-ASDEFCON"/>
            </w:pPr>
            <w:r w:rsidRPr="00D87454">
              <w:t>Contract Work Breakdown Structure and Dictionary (</w:t>
            </w:r>
            <w:r w:rsidR="00C42329">
              <w:t>Optional</w:t>
            </w:r>
            <w:r w:rsidRPr="00D87454">
              <w:t>)</w:t>
            </w:r>
          </w:p>
        </w:tc>
      </w:tr>
      <w:tr w:rsidR="00D928AB" w:rsidRPr="00D87454" w14:paraId="64F5EA31" w14:textId="77777777" w:rsidTr="0066697E">
        <w:tc>
          <w:tcPr>
            <w:tcW w:w="708" w:type="dxa"/>
          </w:tcPr>
          <w:p w14:paraId="2B3DECC0" w14:textId="1479E327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2</w:t>
            </w:r>
          </w:p>
        </w:tc>
        <w:tc>
          <w:tcPr>
            <w:tcW w:w="8614" w:type="dxa"/>
          </w:tcPr>
          <w:p w14:paraId="01B05693" w14:textId="1DB4924A" w:rsidR="00D928AB" w:rsidRPr="00D87454" w:rsidRDefault="00D928AB" w:rsidP="00C5262B">
            <w:pPr>
              <w:pStyle w:val="Table10ptText-ASDEFCON"/>
            </w:pPr>
            <w:r>
              <w:t>Support Services</w:t>
            </w:r>
            <w:r w:rsidRPr="00D87454">
              <w:t xml:space="preserve"> Master Schedule (</w:t>
            </w:r>
            <w:r w:rsidR="00BC7407">
              <w:t>Optional</w:t>
            </w:r>
            <w:r w:rsidRPr="00D87454">
              <w:t>)</w:t>
            </w:r>
          </w:p>
        </w:tc>
      </w:tr>
      <w:tr w:rsidR="00D928AB" w:rsidRPr="00D87454" w14:paraId="23E2F08D" w14:textId="77777777" w:rsidTr="0066697E">
        <w:tc>
          <w:tcPr>
            <w:tcW w:w="708" w:type="dxa"/>
          </w:tcPr>
          <w:p w14:paraId="49263AC3" w14:textId="0E427CF4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3</w:t>
            </w:r>
          </w:p>
        </w:tc>
        <w:tc>
          <w:tcPr>
            <w:tcW w:w="8614" w:type="dxa"/>
          </w:tcPr>
          <w:p w14:paraId="5AA916F7" w14:textId="27C0683F" w:rsidR="00D928AB" w:rsidRPr="00D87454" w:rsidRDefault="00D928AB" w:rsidP="00C5262B">
            <w:pPr>
              <w:pStyle w:val="Table10ptText-ASDEFCON"/>
            </w:pPr>
            <w:r w:rsidRPr="00D87454">
              <w:t>Key Staff Positions (</w:t>
            </w:r>
            <w:r w:rsidR="00C42329" w:rsidRPr="00D87454">
              <w:t>C</w:t>
            </w:r>
            <w:r w:rsidR="00C42329">
              <w:t>ore</w:t>
            </w:r>
            <w:r w:rsidRPr="00D87454">
              <w:t>)</w:t>
            </w:r>
          </w:p>
        </w:tc>
      </w:tr>
      <w:tr w:rsidR="00D928AB" w:rsidRPr="00D87454" w14:paraId="31F34E3A" w14:textId="77777777" w:rsidTr="0066697E">
        <w:tc>
          <w:tcPr>
            <w:tcW w:w="708" w:type="dxa"/>
          </w:tcPr>
          <w:p w14:paraId="54331D80" w14:textId="17ECCB3A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4</w:t>
            </w:r>
          </w:p>
        </w:tc>
        <w:tc>
          <w:tcPr>
            <w:tcW w:w="8614" w:type="dxa"/>
          </w:tcPr>
          <w:p w14:paraId="47FF8DE4" w14:textId="723D1D79" w:rsidR="00D928AB" w:rsidRPr="00D87454" w:rsidRDefault="00D928AB" w:rsidP="00C5262B">
            <w:pPr>
              <w:pStyle w:val="Table10ptText-ASDEFCON"/>
            </w:pPr>
            <w:r>
              <w:t>Risk Management</w:t>
            </w:r>
            <w:r w:rsidRPr="00D87454">
              <w:t xml:space="preserve"> </w:t>
            </w:r>
            <w:r w:rsidR="005530A7">
              <w:t xml:space="preserve"> </w:t>
            </w:r>
            <w:r w:rsidRPr="00D87454">
              <w:t>(</w:t>
            </w:r>
            <w:r w:rsidR="00C42329" w:rsidRPr="00D87454">
              <w:t>C</w:t>
            </w:r>
            <w:r w:rsidR="00C42329">
              <w:t>ore</w:t>
            </w:r>
            <w:r w:rsidRPr="00D87454">
              <w:t>)</w:t>
            </w:r>
          </w:p>
        </w:tc>
      </w:tr>
      <w:tr w:rsidR="00D928AB" w:rsidRPr="00D87454" w14:paraId="08ED44C1" w14:textId="77777777" w:rsidTr="0066697E">
        <w:tc>
          <w:tcPr>
            <w:tcW w:w="708" w:type="dxa"/>
          </w:tcPr>
          <w:p w14:paraId="5E0CDE36" w14:textId="084050BB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5</w:t>
            </w:r>
          </w:p>
        </w:tc>
        <w:tc>
          <w:tcPr>
            <w:tcW w:w="8614" w:type="dxa"/>
          </w:tcPr>
          <w:p w14:paraId="2EB5A0F9" w14:textId="2665CCC8" w:rsidR="00D928AB" w:rsidRPr="00D87454" w:rsidRDefault="00D928AB" w:rsidP="00C5262B">
            <w:pPr>
              <w:pStyle w:val="Table10ptText-ASDEFCON"/>
            </w:pPr>
            <w:r w:rsidRPr="00D87454">
              <w:t>Quality Statement (</w:t>
            </w:r>
            <w:r w:rsidR="00C42329" w:rsidRPr="00D87454">
              <w:t>C</w:t>
            </w:r>
            <w:r w:rsidR="00C42329">
              <w:t>ore</w:t>
            </w:r>
            <w:r w:rsidRPr="00D87454">
              <w:t>)</w:t>
            </w:r>
          </w:p>
        </w:tc>
      </w:tr>
      <w:tr w:rsidR="00D928AB" w:rsidRPr="00306986" w14:paraId="3D6FE015" w14:textId="77777777" w:rsidTr="0066697E">
        <w:tc>
          <w:tcPr>
            <w:tcW w:w="708" w:type="dxa"/>
          </w:tcPr>
          <w:p w14:paraId="117360DB" w14:textId="5629D265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6</w:t>
            </w:r>
          </w:p>
        </w:tc>
        <w:tc>
          <w:tcPr>
            <w:tcW w:w="8614" w:type="dxa"/>
          </w:tcPr>
          <w:p w14:paraId="125762A4" w14:textId="1D794BC7" w:rsidR="00D928AB" w:rsidRPr="00306986" w:rsidRDefault="00D928AB" w:rsidP="00C5262B">
            <w:pPr>
              <w:pStyle w:val="Table10ptText-ASDEFCON"/>
            </w:pPr>
            <w:r>
              <w:t>Problematic Substances and Problematic Sources</w:t>
            </w:r>
            <w:r w:rsidRPr="00306986">
              <w:t xml:space="preserve"> (</w:t>
            </w:r>
            <w:r w:rsidR="00C42329" w:rsidRPr="00306986">
              <w:t>C</w:t>
            </w:r>
            <w:r w:rsidR="00C42329">
              <w:t>ore</w:t>
            </w:r>
            <w:r w:rsidRPr="00306986">
              <w:t>)</w:t>
            </w:r>
          </w:p>
        </w:tc>
      </w:tr>
      <w:tr w:rsidR="00D928AB" w:rsidRPr="00D87454" w14:paraId="6CD97E3C" w14:textId="77777777" w:rsidTr="0066697E">
        <w:tc>
          <w:tcPr>
            <w:tcW w:w="708" w:type="dxa"/>
          </w:tcPr>
          <w:p w14:paraId="07F44971" w14:textId="71D84A00" w:rsidR="00D928AB" w:rsidRPr="00D87454" w:rsidRDefault="00D928AB" w:rsidP="00C56E6B">
            <w:pPr>
              <w:pStyle w:val="Table10ptHeading-ASDEFCON"/>
            </w:pPr>
            <w:r>
              <w:t>A-</w:t>
            </w:r>
            <w:r w:rsidR="00C56E6B">
              <w:t>7</w:t>
            </w:r>
          </w:p>
        </w:tc>
        <w:tc>
          <w:tcPr>
            <w:tcW w:w="8614" w:type="dxa"/>
          </w:tcPr>
          <w:p w14:paraId="41B2364A" w14:textId="20B27FB6" w:rsidR="00D928AB" w:rsidRPr="00D87454" w:rsidRDefault="00D928AB" w:rsidP="00C5262B">
            <w:pPr>
              <w:pStyle w:val="Table10ptText-ASDEFCON"/>
            </w:pPr>
            <w:r w:rsidRPr="00B339D4">
              <w:t xml:space="preserve">Facility and Information </w:t>
            </w:r>
            <w:r w:rsidR="007E4E60">
              <w:t xml:space="preserve">and </w:t>
            </w:r>
            <w:r w:rsidRPr="00B339D4">
              <w:t xml:space="preserve">Communications Technology Systems Security Accreditation </w:t>
            </w:r>
            <w:r w:rsidRPr="00D87454">
              <w:t>(</w:t>
            </w:r>
            <w:r w:rsidR="00C42329" w:rsidRPr="00D87454">
              <w:t>O</w:t>
            </w:r>
            <w:r w:rsidR="00C42329">
              <w:t>ptional</w:t>
            </w:r>
            <w:r w:rsidRPr="00D87454">
              <w:t>)</w:t>
            </w:r>
          </w:p>
        </w:tc>
      </w:tr>
      <w:tr w:rsidR="00D928AB" w:rsidRPr="00EE30F0" w14:paraId="66D9606B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6ECCBD54" w14:textId="7ADA2C1A" w:rsidR="00D928AB" w:rsidRPr="00EE30F0" w:rsidRDefault="00D928AB" w:rsidP="00C56E6B">
            <w:pPr>
              <w:pStyle w:val="Table10ptHeading-ASDEFCON"/>
              <w:rPr>
                <w:rFonts w:cs="Arial"/>
                <w:szCs w:val="20"/>
              </w:rPr>
            </w:pPr>
            <w:r>
              <w:t>A-</w:t>
            </w:r>
            <w:r w:rsidR="00C56E6B">
              <w:t>8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3F883155" w14:textId="2EDFE194" w:rsidR="00D928AB" w:rsidRPr="00EE30F0" w:rsidRDefault="00D928AB" w:rsidP="00C5262B">
            <w:pPr>
              <w:pStyle w:val="Table10ptText-ASDEFCON"/>
            </w:pPr>
            <w:r w:rsidRPr="00EE30F0">
              <w:t>Government Furnished Services (</w:t>
            </w:r>
            <w:r w:rsidR="00096772">
              <w:t>Optional</w:t>
            </w:r>
            <w:r w:rsidRPr="00EE30F0">
              <w:t>)</w:t>
            </w:r>
          </w:p>
        </w:tc>
      </w:tr>
      <w:tr w:rsidR="00D928AB" w:rsidRPr="00EE30F0" w14:paraId="6DDE2545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3C54E135" w14:textId="1EDACA1F" w:rsidR="00D928AB" w:rsidRPr="00EE30F0" w:rsidRDefault="00D928AB" w:rsidP="00C56E6B">
            <w:pPr>
              <w:pStyle w:val="Table10ptHeading-ASDEFCON"/>
              <w:rPr>
                <w:rFonts w:cs="Arial"/>
                <w:szCs w:val="20"/>
              </w:rPr>
            </w:pPr>
            <w:r>
              <w:t>A-</w:t>
            </w:r>
            <w:r w:rsidR="00C56E6B">
              <w:t>9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1F507D28" w14:textId="10208390" w:rsidR="00D928AB" w:rsidRPr="00EE30F0" w:rsidRDefault="00D928AB" w:rsidP="00C5262B">
            <w:pPr>
              <w:pStyle w:val="Table10ptText-ASDEFCON"/>
            </w:pPr>
            <w:r w:rsidRPr="00EE30F0">
              <w:t>Performance Management (</w:t>
            </w:r>
            <w:r w:rsidR="00096772" w:rsidRPr="00EE30F0">
              <w:t>C</w:t>
            </w:r>
            <w:r w:rsidR="00096772">
              <w:t>ore</w:t>
            </w:r>
            <w:r w:rsidRPr="00EE30F0">
              <w:t>)</w:t>
            </w:r>
          </w:p>
        </w:tc>
      </w:tr>
      <w:tr w:rsidR="00D928AB" w:rsidRPr="00EE30F0" w14:paraId="1F1D1E5E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7E48BBAD" w14:textId="4A88D7A9" w:rsidR="00D928AB" w:rsidRPr="00EE30F0" w:rsidRDefault="00D928AB" w:rsidP="00C56E6B">
            <w:pPr>
              <w:pStyle w:val="Table10ptHeading-ASDEFCON"/>
              <w:rPr>
                <w:rFonts w:cs="Arial"/>
                <w:szCs w:val="20"/>
              </w:rPr>
            </w:pPr>
            <w:r>
              <w:t>A-</w:t>
            </w:r>
            <w:r w:rsidR="00C56E6B">
              <w:t>10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4754E68A" w14:textId="0F9FF039" w:rsidR="00D928AB" w:rsidRPr="00EE30F0" w:rsidRDefault="00D928AB" w:rsidP="00C5262B">
            <w:pPr>
              <w:pStyle w:val="Table10ptText-ASDEFCON"/>
            </w:pPr>
            <w:r w:rsidRPr="00EE30F0">
              <w:t>Continuous Improvement and Efficiency (</w:t>
            </w:r>
            <w:r w:rsidR="00096772" w:rsidRPr="00EE30F0">
              <w:t>C</w:t>
            </w:r>
            <w:r w:rsidR="00096772">
              <w:t>ore</w:t>
            </w:r>
            <w:r w:rsidRPr="00EE30F0">
              <w:t>)</w:t>
            </w:r>
          </w:p>
        </w:tc>
      </w:tr>
      <w:tr w:rsidR="00F73BE7" w:rsidRPr="007C31A7" w14:paraId="6487482C" w14:textId="77777777" w:rsidTr="0066697E">
        <w:tc>
          <w:tcPr>
            <w:tcW w:w="708" w:type="dxa"/>
            <w:tcBorders>
              <w:bottom w:val="single" w:sz="4" w:space="0" w:color="auto"/>
            </w:tcBorders>
            <w:shd w:val="clear" w:color="auto" w:fill="CCCCCC"/>
          </w:tcPr>
          <w:p w14:paraId="3B22B4A5" w14:textId="77777777" w:rsidR="00F73BE7" w:rsidRPr="007C31A7" w:rsidRDefault="00F73BE7" w:rsidP="006D7B0F">
            <w:pPr>
              <w:pStyle w:val="Table10ptHeading-ASDEFCON"/>
            </w:pPr>
          </w:p>
        </w:tc>
        <w:tc>
          <w:tcPr>
            <w:tcW w:w="8614" w:type="dxa"/>
            <w:tcBorders>
              <w:bottom w:val="single" w:sz="4" w:space="0" w:color="auto"/>
            </w:tcBorders>
            <w:shd w:val="clear" w:color="auto" w:fill="CCCCCC"/>
          </w:tcPr>
          <w:p w14:paraId="3D78F622" w14:textId="5B9477A2" w:rsidR="00F73BE7" w:rsidRPr="007C31A7" w:rsidRDefault="00F74417" w:rsidP="00C5262B">
            <w:pPr>
              <w:pStyle w:val="Table10ptHeading-ASDEFCON"/>
            </w:pPr>
            <w:r>
              <w:t xml:space="preserve">Response Volume </w:t>
            </w:r>
            <w:r w:rsidR="005519DD">
              <w:t>9</w:t>
            </w:r>
            <w:r w:rsidR="007F36DB">
              <w:t xml:space="preserve">: </w:t>
            </w:r>
            <w:r w:rsidR="00F73BE7" w:rsidRPr="007C31A7">
              <w:t>Support Services Management</w:t>
            </w:r>
          </w:p>
        </w:tc>
      </w:tr>
      <w:tr w:rsidR="00D928AB" w:rsidRPr="00D87454" w14:paraId="06F58EDD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34E8A750" w14:textId="260D6FCC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5C676E0B" w14:textId="6A550484" w:rsidR="00D928AB" w:rsidRPr="00BB4731" w:rsidRDefault="00D928AB" w:rsidP="00C5262B">
            <w:pPr>
              <w:pStyle w:val="Table10ptText-ASDEFCON"/>
            </w:pPr>
            <w:r w:rsidRPr="00BB4731">
              <w:t>Support Services Management (</w:t>
            </w:r>
            <w:r w:rsidR="00B764BB" w:rsidRPr="00BB4731">
              <w:t>C</w:t>
            </w:r>
            <w:r w:rsidR="00B764BB">
              <w:t>ore</w:t>
            </w:r>
            <w:r w:rsidRPr="00BB4731">
              <w:t>)</w:t>
            </w:r>
          </w:p>
        </w:tc>
      </w:tr>
      <w:tr w:rsidR="00D928AB" w:rsidRPr="00D87454" w14:paraId="31FA5C81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15767939" w14:textId="19C58CAB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B-2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7D153760" w14:textId="5A9B326A" w:rsidR="00D928AB" w:rsidRPr="00BB4731" w:rsidRDefault="00D928AB" w:rsidP="00C5262B">
            <w:pPr>
              <w:pStyle w:val="Table10ptText-ASDEFCON"/>
            </w:pPr>
            <w:r w:rsidRPr="00BB4731">
              <w:t>Verification and Validation (</w:t>
            </w:r>
            <w:r w:rsidR="00B764BB" w:rsidRPr="00BB4731">
              <w:t>C</w:t>
            </w:r>
            <w:r w:rsidR="00B764BB">
              <w:t>ore</w:t>
            </w:r>
            <w:r w:rsidRPr="00BB4731">
              <w:t>)</w:t>
            </w:r>
          </w:p>
        </w:tc>
      </w:tr>
      <w:tr w:rsidR="00D928AB" w:rsidRPr="00D87454" w14:paraId="7B56F1A9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6CBB99CD" w14:textId="1D04B726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B-3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74083E9D" w14:textId="0EE9ED05" w:rsidR="00D928AB" w:rsidRPr="00BB4731" w:rsidRDefault="00D928AB" w:rsidP="00C5262B">
            <w:pPr>
              <w:pStyle w:val="Table10ptText-ASDEFCON"/>
            </w:pPr>
            <w:r w:rsidRPr="00BB4731">
              <w:t>Phase In and Ramp Up (</w:t>
            </w:r>
            <w:r w:rsidR="00B764BB" w:rsidRPr="00BB4731">
              <w:t>O</w:t>
            </w:r>
            <w:r w:rsidR="00B764BB">
              <w:t>ptional</w:t>
            </w:r>
            <w:r w:rsidRPr="00BB4731">
              <w:t>)</w:t>
            </w:r>
          </w:p>
        </w:tc>
      </w:tr>
      <w:tr w:rsidR="00D928AB" w:rsidRPr="00D87454" w14:paraId="371524F0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5181DE80" w14:textId="5221AABA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B-4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7E41A2F2" w14:textId="3F368A7F" w:rsidR="00D928AB" w:rsidRPr="00BB4731" w:rsidRDefault="00D928AB" w:rsidP="00C5262B">
            <w:pPr>
              <w:pStyle w:val="Table10ptText-ASDEFCON"/>
            </w:pPr>
            <w:r w:rsidRPr="00BB4731">
              <w:t>Surge (</w:t>
            </w:r>
            <w:r w:rsidR="00B764BB" w:rsidRPr="00BB4731">
              <w:t>O</w:t>
            </w:r>
            <w:r w:rsidR="00B764BB">
              <w:t>ptional</w:t>
            </w:r>
            <w:r w:rsidRPr="00BB4731">
              <w:t>)</w:t>
            </w:r>
          </w:p>
        </w:tc>
      </w:tr>
      <w:tr w:rsidR="00D928AB" w:rsidRPr="00D87454" w14:paraId="2C85986C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4136CAF4" w14:textId="033CC173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B-5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6E14BC38" w14:textId="2A6BEE06" w:rsidR="00D928AB" w:rsidRPr="00BB4731" w:rsidRDefault="00D928AB" w:rsidP="00C5262B">
            <w:pPr>
              <w:pStyle w:val="Table10ptText-ASDEFCON"/>
            </w:pPr>
            <w:r w:rsidRPr="00BB4731">
              <w:t xml:space="preserve">Environmental Management Statement </w:t>
            </w:r>
            <w:r w:rsidR="000B7521" w:rsidRPr="00BB4731">
              <w:t>(</w:t>
            </w:r>
            <w:r w:rsidR="00B764BB" w:rsidRPr="00BB4731">
              <w:t>O</w:t>
            </w:r>
            <w:r w:rsidR="00B764BB">
              <w:t>ptional</w:t>
            </w:r>
            <w:r w:rsidRPr="00BB4731">
              <w:t>)</w:t>
            </w:r>
          </w:p>
        </w:tc>
      </w:tr>
      <w:tr w:rsidR="00D928AB" w:rsidRPr="00D87454" w14:paraId="026496F0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1C352640" w14:textId="02CA3FDA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B-6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3E0935E0" w14:textId="09972563" w:rsidR="00D928AB" w:rsidRPr="00BB4731" w:rsidRDefault="00D928AB" w:rsidP="00C5262B">
            <w:pPr>
              <w:pStyle w:val="Table10ptText-ASDEFCON"/>
            </w:pPr>
            <w:r w:rsidRPr="00BB4731">
              <w:t>Work Health and Safety Management Statement (</w:t>
            </w:r>
            <w:r w:rsidR="00B764BB" w:rsidRPr="00BB4731">
              <w:t>C</w:t>
            </w:r>
            <w:r w:rsidR="00B764BB">
              <w:t>ore</w:t>
            </w:r>
            <w:r w:rsidRPr="00BB4731">
              <w:t>)</w:t>
            </w:r>
          </w:p>
        </w:tc>
      </w:tr>
      <w:tr w:rsidR="00D928AB" w:rsidRPr="00D87454" w14:paraId="655BAE17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67FF3061" w14:textId="6E7CEFF0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B-7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43EFE61D" w14:textId="06820C34" w:rsidR="00D928AB" w:rsidRPr="00BB4731" w:rsidRDefault="00D928AB" w:rsidP="00C5262B">
            <w:pPr>
              <w:pStyle w:val="Table10ptText-ASDEFCON"/>
            </w:pPr>
            <w:r w:rsidRPr="00BB4731">
              <w:t xml:space="preserve">Operating Support </w:t>
            </w:r>
            <w:r w:rsidR="000B7521" w:rsidRPr="00BB4731">
              <w:t>(</w:t>
            </w:r>
            <w:r w:rsidR="00B764BB" w:rsidRPr="00BB4731">
              <w:t>O</w:t>
            </w:r>
            <w:r w:rsidR="00B764BB">
              <w:t>ptional</w:t>
            </w:r>
            <w:r w:rsidRPr="00BB4731">
              <w:t>)</w:t>
            </w:r>
          </w:p>
        </w:tc>
      </w:tr>
      <w:tr w:rsidR="00D928AB" w:rsidRPr="00D87454" w14:paraId="69A68BFF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0932941B" w14:textId="074757EE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B-8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74688AED" w14:textId="461AD413" w:rsidR="00D928AB" w:rsidRPr="00BB4731" w:rsidRDefault="00D928AB" w:rsidP="00C5262B">
            <w:pPr>
              <w:pStyle w:val="Table10ptText-ASDEFCON"/>
            </w:pPr>
            <w:r w:rsidRPr="00BB4731">
              <w:t>Contractor Engineering Management (</w:t>
            </w:r>
            <w:r w:rsidR="00B764BB" w:rsidRPr="00BB4731">
              <w:t>O</w:t>
            </w:r>
            <w:r w:rsidR="00B764BB">
              <w:t>ptional</w:t>
            </w:r>
            <w:r w:rsidR="000B7521" w:rsidRPr="00BB4731">
              <w:t>)</w:t>
            </w:r>
          </w:p>
        </w:tc>
      </w:tr>
      <w:tr w:rsidR="00D928AB" w:rsidRPr="00D87454" w14:paraId="402FABEF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3555B70A" w14:textId="3235A916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B-9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345BC8B6" w14:textId="4728A7DD" w:rsidR="00D928AB" w:rsidRPr="00BB4731" w:rsidRDefault="00B764BB" w:rsidP="00C5262B">
            <w:pPr>
              <w:pStyle w:val="Table10ptText-ASDEFCON"/>
            </w:pPr>
            <w:r>
              <w:t>Engineering Organisation and System Compliance</w:t>
            </w:r>
            <w:r w:rsidR="00D928AB" w:rsidRPr="00BB4731">
              <w:t xml:space="preserve"> (</w:t>
            </w:r>
            <w:r w:rsidRPr="00BB4731">
              <w:t>O</w:t>
            </w:r>
            <w:r>
              <w:t>ptional</w:t>
            </w:r>
            <w:r w:rsidR="00D928AB" w:rsidRPr="00BB4731">
              <w:t>)</w:t>
            </w:r>
          </w:p>
        </w:tc>
      </w:tr>
      <w:tr w:rsidR="00D928AB" w:rsidRPr="00D87454" w14:paraId="64C55FA0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7FE3C40A" w14:textId="46F2AB9C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B-10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5FE4BA21" w14:textId="04EB31F7" w:rsidR="00D928AB" w:rsidRPr="00BB4731" w:rsidRDefault="00B764BB" w:rsidP="00C5262B">
            <w:pPr>
              <w:pStyle w:val="Table10ptText-ASDEFCON"/>
            </w:pPr>
            <w:r>
              <w:t>Maintenance Organisation and System Compliance</w:t>
            </w:r>
            <w:r w:rsidR="00D928AB" w:rsidRPr="00BB4731">
              <w:t xml:space="preserve"> (</w:t>
            </w:r>
            <w:r w:rsidRPr="00BB4731">
              <w:t>O</w:t>
            </w:r>
            <w:r>
              <w:t>ptional</w:t>
            </w:r>
            <w:r w:rsidR="000B7521" w:rsidRPr="00BB4731">
              <w:t>)</w:t>
            </w:r>
          </w:p>
        </w:tc>
      </w:tr>
      <w:tr w:rsidR="00D928AB" w:rsidRPr="00D87454" w14:paraId="1439359D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02F25C96" w14:textId="2E3F10BC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B-11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26D6A9B4" w14:textId="4DE88E52" w:rsidR="00D928AB" w:rsidRPr="00BB4731" w:rsidRDefault="00D928AB" w:rsidP="00C5262B">
            <w:pPr>
              <w:pStyle w:val="Table10ptText-ASDEFCON"/>
            </w:pPr>
            <w:r w:rsidRPr="00BB4731">
              <w:t>Software Support (</w:t>
            </w:r>
            <w:r w:rsidR="00B764BB" w:rsidRPr="00BB4731">
              <w:t>O</w:t>
            </w:r>
            <w:r w:rsidR="00B764BB">
              <w:t>ptional</w:t>
            </w:r>
            <w:r w:rsidRPr="00BB4731">
              <w:t>)</w:t>
            </w:r>
          </w:p>
        </w:tc>
      </w:tr>
      <w:tr w:rsidR="00D928AB" w:rsidRPr="00D87454" w14:paraId="56DC722A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71CA7CA2" w14:textId="228195DC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B-12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001C4053" w14:textId="6DA8C577" w:rsidR="00D928AB" w:rsidRPr="00BB4731" w:rsidRDefault="00D928AB" w:rsidP="00C5262B">
            <w:pPr>
              <w:pStyle w:val="Table10ptText-ASDEFCON"/>
            </w:pPr>
            <w:r w:rsidRPr="00BB4731">
              <w:t>Systems Safety Program (</w:t>
            </w:r>
            <w:r w:rsidR="00B764BB" w:rsidRPr="00BB4731">
              <w:t>O</w:t>
            </w:r>
            <w:r w:rsidR="00B764BB">
              <w:t>ptional</w:t>
            </w:r>
            <w:r w:rsidR="000B7521" w:rsidRPr="00BB4731">
              <w:t>)</w:t>
            </w:r>
          </w:p>
        </w:tc>
      </w:tr>
      <w:tr w:rsidR="00D928AB" w:rsidRPr="00D87454" w14:paraId="6200A440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62149012" w14:textId="07114723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B-13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49E7F075" w14:textId="7EAC52B9" w:rsidR="00D928AB" w:rsidRPr="00BB4731" w:rsidRDefault="00D928AB" w:rsidP="00C5262B">
            <w:pPr>
              <w:pStyle w:val="Table10ptText-ASDEFCON"/>
            </w:pPr>
            <w:r w:rsidRPr="00BB4731">
              <w:t>Maintenance Management (</w:t>
            </w:r>
            <w:r w:rsidR="00B764BB" w:rsidRPr="00BB4731">
              <w:t>O</w:t>
            </w:r>
            <w:r w:rsidR="00B764BB">
              <w:t>ptional</w:t>
            </w:r>
            <w:r w:rsidR="000B7521" w:rsidRPr="00BB4731">
              <w:t>)</w:t>
            </w:r>
          </w:p>
        </w:tc>
      </w:tr>
      <w:tr w:rsidR="00D928AB" w:rsidRPr="00D87454" w14:paraId="054BB7C9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4DAA0CBB" w14:textId="3EDC060D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B-14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0FB747D7" w14:textId="33EE8403" w:rsidR="00D928AB" w:rsidRPr="00BB4731" w:rsidRDefault="00D928AB" w:rsidP="00C5262B">
            <w:pPr>
              <w:pStyle w:val="Table10ptText-ASDEFCON"/>
            </w:pPr>
            <w:r w:rsidRPr="00BB4731">
              <w:t>Supply Support (</w:t>
            </w:r>
            <w:r w:rsidR="00B764BB" w:rsidRPr="00BB4731">
              <w:t>O</w:t>
            </w:r>
            <w:r w:rsidR="00B764BB">
              <w:t>ptional</w:t>
            </w:r>
            <w:r w:rsidR="000B7521" w:rsidRPr="00BB4731">
              <w:t>)</w:t>
            </w:r>
          </w:p>
        </w:tc>
      </w:tr>
      <w:tr w:rsidR="00D928AB" w:rsidRPr="00D87454" w14:paraId="44E037C1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44D641BB" w14:textId="74846F82" w:rsidR="00D928AB" w:rsidRPr="00BB4731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B-15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6AA4871C" w14:textId="604B23DB" w:rsidR="00D928AB" w:rsidRPr="00BB4731" w:rsidRDefault="00D928AB" w:rsidP="00C5262B">
            <w:pPr>
              <w:pStyle w:val="Table10ptText-ASDEFCON"/>
            </w:pPr>
            <w:r w:rsidRPr="00BB4731">
              <w:t>Training Support (</w:t>
            </w:r>
            <w:r w:rsidR="00B764BB" w:rsidRPr="00BB4731">
              <w:t>O</w:t>
            </w:r>
            <w:r w:rsidR="00B764BB">
              <w:t>ptional</w:t>
            </w:r>
            <w:r w:rsidR="000B7521" w:rsidRPr="00BB4731">
              <w:t>)</w:t>
            </w:r>
          </w:p>
        </w:tc>
      </w:tr>
      <w:tr w:rsidR="00D928AB" w:rsidRPr="00D87454" w14:paraId="7D45EF44" w14:textId="77777777" w:rsidTr="0066697E">
        <w:tc>
          <w:tcPr>
            <w:tcW w:w="708" w:type="dxa"/>
            <w:tcBorders>
              <w:bottom w:val="single" w:sz="4" w:space="0" w:color="auto"/>
            </w:tcBorders>
          </w:tcPr>
          <w:p w14:paraId="68C7C73E" w14:textId="50CB9ED0" w:rsidR="00D928AB" w:rsidRPr="00BB4731" w:rsidDel="000C59C9" w:rsidRDefault="00D928AB" w:rsidP="00C5262B">
            <w:pPr>
              <w:pStyle w:val="Table10ptHeading-ASDEFCON"/>
              <w:rPr>
                <w:rFonts w:cs="Arial"/>
                <w:szCs w:val="20"/>
              </w:rPr>
            </w:pPr>
            <w:r>
              <w:t>B-16</w:t>
            </w:r>
          </w:p>
        </w:tc>
        <w:tc>
          <w:tcPr>
            <w:tcW w:w="8614" w:type="dxa"/>
            <w:tcBorders>
              <w:bottom w:val="single" w:sz="4" w:space="0" w:color="auto"/>
            </w:tcBorders>
          </w:tcPr>
          <w:p w14:paraId="53339773" w14:textId="3DAB6E50" w:rsidR="00D928AB" w:rsidRPr="006265CB" w:rsidRDefault="00D928AB" w:rsidP="00C5262B">
            <w:pPr>
              <w:pStyle w:val="Table10ptText-ASDEFCON"/>
            </w:pPr>
            <w:r w:rsidRPr="006265CB">
              <w:t>Statement of Relevant Experience (</w:t>
            </w:r>
            <w:r w:rsidR="00B764BB" w:rsidRPr="006265CB">
              <w:t>C</w:t>
            </w:r>
            <w:r w:rsidR="00B764BB">
              <w:t>ore</w:t>
            </w:r>
            <w:r w:rsidR="000B7521" w:rsidRPr="006265CB">
              <w:t>)</w:t>
            </w:r>
          </w:p>
        </w:tc>
      </w:tr>
    </w:tbl>
    <w:p w14:paraId="7EF8F165" w14:textId="77777777" w:rsidR="00F73BE7" w:rsidRDefault="00F73BE7" w:rsidP="00C5262B">
      <w:pPr>
        <w:pStyle w:val="ASDEFCONNormal"/>
      </w:pPr>
    </w:p>
    <w:p w14:paraId="45B10CEB" w14:textId="77777777" w:rsidR="00F73BE7" w:rsidRPr="006D7B0F" w:rsidRDefault="00F73BE7" w:rsidP="00725D90"/>
    <w:sectPr w:rsidR="00F73BE7" w:rsidRPr="006D7B0F" w:rsidSect="006D7B0F">
      <w:headerReference w:type="default" r:id="rId11"/>
      <w:footerReference w:type="default" r:id="rId12"/>
      <w:pgSz w:w="11906" w:h="16838"/>
      <w:pgMar w:top="1304" w:right="1417" w:bottom="907" w:left="1417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A34D8" w14:textId="77777777" w:rsidR="003E6059" w:rsidRDefault="003E6059">
      <w:r>
        <w:separator/>
      </w:r>
    </w:p>
  </w:endnote>
  <w:endnote w:type="continuationSeparator" w:id="0">
    <w:p w14:paraId="77B14B95" w14:textId="77777777" w:rsidR="003E6059" w:rsidRDefault="003E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4"/>
      <w:gridCol w:w="4644"/>
    </w:tblGrid>
    <w:tr w:rsidR="00751C22" w14:paraId="08580AD6" w14:textId="77777777" w:rsidTr="00556CC5">
      <w:tc>
        <w:tcPr>
          <w:tcW w:w="2500" w:type="pct"/>
        </w:tcPr>
        <w:p w14:paraId="27DE5A5D" w14:textId="61F55213" w:rsidR="00751C22" w:rsidRDefault="0019123E" w:rsidP="00556CC5">
          <w:pPr>
            <w:pStyle w:val="ASDEFCONHeaderFooterLeft"/>
          </w:pPr>
          <w:fldSimple w:instr=" DOCPROPERTY Footer_Left ">
            <w:r w:rsidR="00751C22">
              <w:t>Attachments to Conditions of Tender</w:t>
            </w:r>
          </w:fldSimple>
          <w:r w:rsidR="00751C22">
            <w:t xml:space="preserve"> (</w:t>
          </w:r>
          <w:fldSimple w:instr=" DOCPROPERTY Version ">
            <w:r w:rsidR="00751C22">
              <w:t>V2.0</w:t>
            </w:r>
          </w:fldSimple>
          <w:r w:rsidR="00751C22">
            <w:t>)</w:t>
          </w:r>
        </w:p>
      </w:tc>
      <w:tc>
        <w:tcPr>
          <w:tcW w:w="2500" w:type="pct"/>
        </w:tcPr>
        <w:p w14:paraId="183D7256" w14:textId="54BBD24D" w:rsidR="00751C22" w:rsidRDefault="00751C22" w:rsidP="00556CC5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5222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751C22" w14:paraId="23DECC96" w14:textId="77777777" w:rsidTr="00556CC5">
      <w:tc>
        <w:tcPr>
          <w:tcW w:w="5000" w:type="pct"/>
          <w:gridSpan w:val="2"/>
        </w:tcPr>
        <w:p w14:paraId="34A4730F" w14:textId="4900EDC1" w:rsidR="00751C22" w:rsidRDefault="0019123E" w:rsidP="00556CC5">
          <w:pPr>
            <w:pStyle w:val="ASDEFCONHeaderFooterClassification"/>
          </w:pPr>
          <w:fldSimple w:instr=" DOCPROPERTY Classification ">
            <w:r w:rsidR="00B202DE">
              <w:t>OFFICIAL</w:t>
            </w:r>
          </w:fldSimple>
        </w:p>
      </w:tc>
    </w:tr>
  </w:tbl>
  <w:p w14:paraId="355B4A91" w14:textId="77777777" w:rsidR="00751C22" w:rsidRPr="00556CC5" w:rsidRDefault="00751C22" w:rsidP="00556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4"/>
      <w:gridCol w:w="4644"/>
    </w:tblGrid>
    <w:tr w:rsidR="00751C22" w14:paraId="5B2D60C6" w14:textId="77777777" w:rsidTr="006D7B0F">
      <w:tc>
        <w:tcPr>
          <w:tcW w:w="2500" w:type="pct"/>
        </w:tcPr>
        <w:p w14:paraId="6E2316A5" w14:textId="329FB36E" w:rsidR="00751C22" w:rsidRDefault="0019123E" w:rsidP="006D7B0F">
          <w:pPr>
            <w:pStyle w:val="ASDEFCONHeaderFooterLeft"/>
          </w:pPr>
          <w:fldSimple w:instr=" DOCPROPERTY Footer_Left ">
            <w:r w:rsidR="00751C22">
              <w:t>Attachments to Conditions of Tender</w:t>
            </w:r>
          </w:fldSimple>
          <w:r w:rsidR="00751C22">
            <w:t xml:space="preserve"> (</w:t>
          </w:r>
          <w:fldSimple w:instr=" DOCPROPERTY Version ">
            <w:r w:rsidR="00751C22">
              <w:t>V2.0</w:t>
            </w:r>
          </w:fldSimple>
          <w:r w:rsidR="00751C22">
            <w:t>)</w:t>
          </w:r>
        </w:p>
      </w:tc>
      <w:tc>
        <w:tcPr>
          <w:tcW w:w="2500" w:type="pct"/>
        </w:tcPr>
        <w:p w14:paraId="5328B179" w14:textId="2BEFE0FD" w:rsidR="00751C22" w:rsidRDefault="00751C22" w:rsidP="006D7B0F">
          <w:pPr>
            <w:pStyle w:val="ASDEFCONHeaderFooterRight"/>
          </w:pPr>
          <w:r>
            <w:t>B-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5222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  <w:tr w:rsidR="00751C22" w14:paraId="7F59AE0E" w14:textId="77777777" w:rsidTr="006D7B0F">
      <w:tc>
        <w:tcPr>
          <w:tcW w:w="5000" w:type="pct"/>
          <w:gridSpan w:val="2"/>
        </w:tcPr>
        <w:p w14:paraId="76E66265" w14:textId="008B659A" w:rsidR="00751C22" w:rsidRDefault="0019123E" w:rsidP="006D7B0F">
          <w:pPr>
            <w:pStyle w:val="ASDEFCONHeaderFooterClassification"/>
          </w:pPr>
          <w:fldSimple w:instr=" DOCPROPERTY Classification ">
            <w:r w:rsidR="00B202DE">
              <w:t>OFFICIAL</w:t>
            </w:r>
          </w:fldSimple>
        </w:p>
      </w:tc>
    </w:tr>
  </w:tbl>
  <w:p w14:paraId="2E77488C" w14:textId="77777777" w:rsidR="00751C22" w:rsidRPr="006D7B0F" w:rsidRDefault="00751C22" w:rsidP="006D7B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4"/>
      <w:gridCol w:w="4644"/>
    </w:tblGrid>
    <w:tr w:rsidR="00751C22" w14:paraId="3B696980" w14:textId="77777777" w:rsidTr="006D7B0F">
      <w:tc>
        <w:tcPr>
          <w:tcW w:w="2500" w:type="pct"/>
        </w:tcPr>
        <w:p w14:paraId="0C38FED3" w14:textId="1D3D7C5A" w:rsidR="00751C22" w:rsidRDefault="0019123E" w:rsidP="006D7B0F">
          <w:pPr>
            <w:pStyle w:val="ASDEFCONHeaderFooterLeft"/>
          </w:pPr>
          <w:fldSimple w:instr=" DOCPROPERTY Footer_Left ">
            <w:r w:rsidR="00751C22">
              <w:t>Attachments to Conditions of Tender</w:t>
            </w:r>
          </w:fldSimple>
          <w:r w:rsidR="00751C22">
            <w:t xml:space="preserve"> (</w:t>
          </w:r>
          <w:fldSimple w:instr=" DOCPROPERTY Version ">
            <w:r w:rsidR="00751C22">
              <w:t>V2.0</w:t>
            </w:r>
          </w:fldSimple>
          <w:r w:rsidR="00751C22">
            <w:t>)</w:t>
          </w:r>
        </w:p>
      </w:tc>
      <w:tc>
        <w:tcPr>
          <w:tcW w:w="2500" w:type="pct"/>
        </w:tcPr>
        <w:p w14:paraId="0194901D" w14:textId="0A74B3F5" w:rsidR="00751C22" w:rsidRDefault="00751C22" w:rsidP="006D7B0F">
          <w:pPr>
            <w:pStyle w:val="ASDEFCONHeaderFooterRight"/>
          </w:pPr>
          <w:r>
            <w:t>C-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5222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751C22" w14:paraId="033B8204" w14:textId="77777777" w:rsidTr="006D7B0F">
      <w:tc>
        <w:tcPr>
          <w:tcW w:w="5000" w:type="pct"/>
          <w:gridSpan w:val="2"/>
        </w:tcPr>
        <w:p w14:paraId="5601197C" w14:textId="771FCA9F" w:rsidR="00751C22" w:rsidRDefault="0019123E" w:rsidP="006D7B0F">
          <w:pPr>
            <w:pStyle w:val="ASDEFCONHeaderFooterClassification"/>
          </w:pPr>
          <w:fldSimple w:instr=" DOCPROPERTY Classification ">
            <w:r w:rsidR="00B202DE">
              <w:t>OFFICIAL</w:t>
            </w:r>
          </w:fldSimple>
        </w:p>
      </w:tc>
    </w:tr>
  </w:tbl>
  <w:p w14:paraId="1CF7905F" w14:textId="77777777" w:rsidR="00751C22" w:rsidRPr="006D7B0F" w:rsidRDefault="00751C22" w:rsidP="006D7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44453" w14:textId="77777777" w:rsidR="003E6059" w:rsidRDefault="003E6059">
      <w:r>
        <w:separator/>
      </w:r>
    </w:p>
  </w:footnote>
  <w:footnote w:type="continuationSeparator" w:id="0">
    <w:p w14:paraId="2C7AE4B3" w14:textId="77777777" w:rsidR="003E6059" w:rsidRDefault="003E6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4"/>
      <w:gridCol w:w="4644"/>
    </w:tblGrid>
    <w:tr w:rsidR="00751C22" w14:paraId="0DD0A64C" w14:textId="77777777" w:rsidTr="00556CC5">
      <w:tc>
        <w:tcPr>
          <w:tcW w:w="5000" w:type="pct"/>
          <w:gridSpan w:val="2"/>
        </w:tcPr>
        <w:p w14:paraId="533E0848" w14:textId="69BE6A4D" w:rsidR="00751C22" w:rsidRDefault="0019123E" w:rsidP="00556CC5">
          <w:pPr>
            <w:pStyle w:val="ASDEFCONHeaderFooterClassification"/>
          </w:pPr>
          <w:fldSimple w:instr=" DOCPROPERTY Classification ">
            <w:r w:rsidR="00B202DE">
              <w:t>OFFICIAL</w:t>
            </w:r>
          </w:fldSimple>
        </w:p>
      </w:tc>
    </w:tr>
    <w:tr w:rsidR="00751C22" w14:paraId="656E26C0" w14:textId="77777777" w:rsidTr="00556CC5">
      <w:tc>
        <w:tcPr>
          <w:tcW w:w="2500" w:type="pct"/>
        </w:tcPr>
        <w:p w14:paraId="188879EB" w14:textId="02740AF8" w:rsidR="00751C22" w:rsidRDefault="0019123E" w:rsidP="00556CC5">
          <w:pPr>
            <w:pStyle w:val="ASDEFCONHeaderFooterLeft"/>
          </w:pPr>
          <w:fldSimple w:instr=" DOCPROPERTY Header_Left ">
            <w:r w:rsidR="00751C22">
              <w:t>ASDEFCON Linkages Module (Strategic)</w:t>
            </w:r>
          </w:fldSimple>
        </w:p>
      </w:tc>
      <w:tc>
        <w:tcPr>
          <w:tcW w:w="2500" w:type="pct"/>
        </w:tcPr>
        <w:p w14:paraId="46B9EAB6" w14:textId="73634080" w:rsidR="00751C22" w:rsidRDefault="0019123E" w:rsidP="00556CC5">
          <w:pPr>
            <w:pStyle w:val="ASDEFCONHeaderFooterRight"/>
          </w:pPr>
          <w:fldSimple w:instr=" DOCPROPERTY Header_Right ">
            <w:r w:rsidR="00751C22">
              <w:t>PART 1</w:t>
            </w:r>
          </w:fldSimple>
        </w:p>
      </w:tc>
    </w:tr>
  </w:tbl>
  <w:p w14:paraId="4DD17D66" w14:textId="77777777" w:rsidR="00751C22" w:rsidRPr="00556CC5" w:rsidRDefault="00751C22" w:rsidP="00556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4"/>
      <w:gridCol w:w="4644"/>
    </w:tblGrid>
    <w:tr w:rsidR="00751C22" w14:paraId="6489EF10" w14:textId="77777777" w:rsidTr="006D7B0F">
      <w:tc>
        <w:tcPr>
          <w:tcW w:w="5000" w:type="pct"/>
          <w:gridSpan w:val="2"/>
        </w:tcPr>
        <w:p w14:paraId="1A5907B8" w14:textId="43ADE087" w:rsidR="00751C22" w:rsidRDefault="0019123E" w:rsidP="006D7B0F">
          <w:pPr>
            <w:pStyle w:val="ASDEFCONHeaderFooterClassification"/>
          </w:pPr>
          <w:fldSimple w:instr=" DOCPROPERTY Classification ">
            <w:r w:rsidR="00B202DE">
              <w:t>OFFICIAL</w:t>
            </w:r>
          </w:fldSimple>
        </w:p>
      </w:tc>
    </w:tr>
    <w:tr w:rsidR="00751C22" w14:paraId="7454C2B2" w14:textId="77777777" w:rsidTr="006D7B0F">
      <w:tc>
        <w:tcPr>
          <w:tcW w:w="2500" w:type="pct"/>
        </w:tcPr>
        <w:p w14:paraId="1AA5351F" w14:textId="716D1B37" w:rsidR="00751C22" w:rsidRDefault="0019123E" w:rsidP="006D7B0F">
          <w:pPr>
            <w:pStyle w:val="ASDEFCONHeaderFooterLeft"/>
          </w:pPr>
          <w:fldSimple w:instr=" DOCPROPERTY Header_Left ">
            <w:r w:rsidR="00751C22">
              <w:t>ASDEFCON Linkages Module (Strategic)</w:t>
            </w:r>
          </w:fldSimple>
        </w:p>
      </w:tc>
      <w:tc>
        <w:tcPr>
          <w:tcW w:w="2500" w:type="pct"/>
        </w:tcPr>
        <w:p w14:paraId="4EF3A6D9" w14:textId="566B1A58" w:rsidR="00751C22" w:rsidRDefault="0019123E" w:rsidP="006D7B0F">
          <w:pPr>
            <w:pStyle w:val="ASDEFCONHeaderFooterRight"/>
          </w:pPr>
          <w:fldSimple w:instr=" DOCPROPERTY Header_Right ">
            <w:r w:rsidR="00751C22">
              <w:t>PART 1</w:t>
            </w:r>
          </w:fldSimple>
        </w:p>
      </w:tc>
    </w:tr>
  </w:tbl>
  <w:p w14:paraId="72BE2E22" w14:textId="77777777" w:rsidR="00751C22" w:rsidRPr="006D7B0F" w:rsidRDefault="00751C22" w:rsidP="006D7B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4"/>
      <w:gridCol w:w="4644"/>
    </w:tblGrid>
    <w:tr w:rsidR="00751C22" w14:paraId="0BE3CFB1" w14:textId="77777777" w:rsidTr="006D7B0F">
      <w:tc>
        <w:tcPr>
          <w:tcW w:w="5000" w:type="pct"/>
          <w:gridSpan w:val="2"/>
        </w:tcPr>
        <w:p w14:paraId="3C8315B0" w14:textId="7EC56E27" w:rsidR="00751C22" w:rsidRDefault="0019123E" w:rsidP="006D7B0F">
          <w:pPr>
            <w:pStyle w:val="ASDEFCONHeaderFooterClassification"/>
          </w:pPr>
          <w:fldSimple w:instr=" DOCPROPERTY Classification ">
            <w:r w:rsidR="00B202DE">
              <w:t>OFFICIAL</w:t>
            </w:r>
          </w:fldSimple>
        </w:p>
      </w:tc>
    </w:tr>
    <w:tr w:rsidR="00751C22" w14:paraId="52729B7A" w14:textId="77777777" w:rsidTr="006D7B0F">
      <w:tc>
        <w:tcPr>
          <w:tcW w:w="2500" w:type="pct"/>
        </w:tcPr>
        <w:p w14:paraId="3DA3691B" w14:textId="4EF2A12E" w:rsidR="00751C22" w:rsidRDefault="0019123E" w:rsidP="006D7B0F">
          <w:pPr>
            <w:pStyle w:val="ASDEFCONHeaderFooterLeft"/>
          </w:pPr>
          <w:fldSimple w:instr=" DOCPROPERTY Header_Left ">
            <w:r w:rsidR="00751C22">
              <w:t>ASDEFCON Linkages Module (Strategic)</w:t>
            </w:r>
          </w:fldSimple>
        </w:p>
      </w:tc>
      <w:tc>
        <w:tcPr>
          <w:tcW w:w="2500" w:type="pct"/>
        </w:tcPr>
        <w:p w14:paraId="4104064D" w14:textId="1D74AFA9" w:rsidR="00751C22" w:rsidRDefault="0019123E" w:rsidP="006D7B0F">
          <w:pPr>
            <w:pStyle w:val="ASDEFCONHeaderFooterRight"/>
          </w:pPr>
          <w:fldSimple w:instr=" DOCPROPERTY Header_Right ">
            <w:r w:rsidR="00751C22">
              <w:t>PART 1</w:t>
            </w:r>
          </w:fldSimple>
        </w:p>
      </w:tc>
    </w:tr>
  </w:tbl>
  <w:p w14:paraId="11C3798E" w14:textId="77777777" w:rsidR="00751C22" w:rsidRPr="006D7B0F" w:rsidRDefault="00751C22" w:rsidP="006D7B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8"/>
  </w:num>
  <w:num w:numId="8">
    <w:abstractNumId w:val="19"/>
  </w:num>
  <w:num w:numId="9">
    <w:abstractNumId w:val="1"/>
  </w:num>
  <w:num w:numId="10">
    <w:abstractNumId w:val="25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5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5"/>
  </w:num>
  <w:num w:numId="20">
    <w:abstractNumId w:val="38"/>
  </w:num>
  <w:num w:numId="21">
    <w:abstractNumId w:val="23"/>
  </w:num>
  <w:num w:numId="22">
    <w:abstractNumId w:val="30"/>
  </w:num>
  <w:num w:numId="23">
    <w:abstractNumId w:val="43"/>
  </w:num>
  <w:num w:numId="24">
    <w:abstractNumId w:val="16"/>
  </w:num>
  <w:num w:numId="25">
    <w:abstractNumId w:val="20"/>
  </w:num>
  <w:num w:numId="26">
    <w:abstractNumId w:val="45"/>
  </w:num>
  <w:num w:numId="27">
    <w:abstractNumId w:val="11"/>
  </w:num>
  <w:num w:numId="28">
    <w:abstractNumId w:val="9"/>
  </w:num>
  <w:num w:numId="29">
    <w:abstractNumId w:val="2"/>
  </w:num>
  <w:num w:numId="30">
    <w:abstractNumId w:val="6"/>
  </w:num>
  <w:num w:numId="31">
    <w:abstractNumId w:val="18"/>
  </w:num>
  <w:num w:numId="32">
    <w:abstractNumId w:val="0"/>
  </w:num>
  <w:num w:numId="33">
    <w:abstractNumId w:val="26"/>
  </w:num>
  <w:num w:numId="34">
    <w:abstractNumId w:val="40"/>
  </w:num>
  <w:num w:numId="35">
    <w:abstractNumId w:val="36"/>
  </w:num>
  <w:num w:numId="36">
    <w:abstractNumId w:val="21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7"/>
  </w:num>
  <w:num w:numId="42">
    <w:abstractNumId w:val="44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UFooterText" w:val="L\317057973.1"/>
  </w:docVars>
  <w:rsids>
    <w:rsidRoot w:val="00B97EFC"/>
    <w:rsid w:val="00016EBF"/>
    <w:rsid w:val="00017F5B"/>
    <w:rsid w:val="00043AA1"/>
    <w:rsid w:val="00075E6F"/>
    <w:rsid w:val="00076D4C"/>
    <w:rsid w:val="000771FA"/>
    <w:rsid w:val="0008711F"/>
    <w:rsid w:val="000914CC"/>
    <w:rsid w:val="00096138"/>
    <w:rsid w:val="00096772"/>
    <w:rsid w:val="000A63C5"/>
    <w:rsid w:val="000B7521"/>
    <w:rsid w:val="000C07BF"/>
    <w:rsid w:val="000E73B2"/>
    <w:rsid w:val="000F2398"/>
    <w:rsid w:val="000F6745"/>
    <w:rsid w:val="00102E82"/>
    <w:rsid w:val="001604AF"/>
    <w:rsid w:val="0018132B"/>
    <w:rsid w:val="0019123E"/>
    <w:rsid w:val="00192680"/>
    <w:rsid w:val="001A1B83"/>
    <w:rsid w:val="001D0B36"/>
    <w:rsid w:val="001D786A"/>
    <w:rsid w:val="001E273E"/>
    <w:rsid w:val="001F4F5D"/>
    <w:rsid w:val="00200C3E"/>
    <w:rsid w:val="002448DF"/>
    <w:rsid w:val="00255A35"/>
    <w:rsid w:val="0027549D"/>
    <w:rsid w:val="00280B60"/>
    <w:rsid w:val="002861D6"/>
    <w:rsid w:val="0029656A"/>
    <w:rsid w:val="002E4DEE"/>
    <w:rsid w:val="002F1380"/>
    <w:rsid w:val="002F1664"/>
    <w:rsid w:val="00306986"/>
    <w:rsid w:val="0031537F"/>
    <w:rsid w:val="003156EC"/>
    <w:rsid w:val="00327190"/>
    <w:rsid w:val="00327F48"/>
    <w:rsid w:val="003328AE"/>
    <w:rsid w:val="00332901"/>
    <w:rsid w:val="00332C55"/>
    <w:rsid w:val="003653CD"/>
    <w:rsid w:val="00365A04"/>
    <w:rsid w:val="00397DE6"/>
    <w:rsid w:val="003C4D08"/>
    <w:rsid w:val="003C7A8C"/>
    <w:rsid w:val="003E6059"/>
    <w:rsid w:val="003E640E"/>
    <w:rsid w:val="003F681C"/>
    <w:rsid w:val="00432DE0"/>
    <w:rsid w:val="00445B58"/>
    <w:rsid w:val="0045128F"/>
    <w:rsid w:val="00461186"/>
    <w:rsid w:val="004632D4"/>
    <w:rsid w:val="00496586"/>
    <w:rsid w:val="004E1212"/>
    <w:rsid w:val="00513D04"/>
    <w:rsid w:val="00550B41"/>
    <w:rsid w:val="00550B69"/>
    <w:rsid w:val="005519DD"/>
    <w:rsid w:val="005530A7"/>
    <w:rsid w:val="00556CC5"/>
    <w:rsid w:val="00567482"/>
    <w:rsid w:val="005736F6"/>
    <w:rsid w:val="00577AB2"/>
    <w:rsid w:val="00586FA4"/>
    <w:rsid w:val="005A1CA0"/>
    <w:rsid w:val="005C5529"/>
    <w:rsid w:val="005D4D81"/>
    <w:rsid w:val="005E7E67"/>
    <w:rsid w:val="005F062B"/>
    <w:rsid w:val="006013B2"/>
    <w:rsid w:val="00603FDA"/>
    <w:rsid w:val="0060612C"/>
    <w:rsid w:val="00622A79"/>
    <w:rsid w:val="00633904"/>
    <w:rsid w:val="0065222C"/>
    <w:rsid w:val="0066697E"/>
    <w:rsid w:val="006A23EE"/>
    <w:rsid w:val="006A2CDB"/>
    <w:rsid w:val="006A6C3C"/>
    <w:rsid w:val="006C23C5"/>
    <w:rsid w:val="006C47ED"/>
    <w:rsid w:val="006C5B79"/>
    <w:rsid w:val="006D13CC"/>
    <w:rsid w:val="006D1958"/>
    <w:rsid w:val="006D2175"/>
    <w:rsid w:val="006D7B0F"/>
    <w:rsid w:val="006F0EB8"/>
    <w:rsid w:val="006F3CBB"/>
    <w:rsid w:val="006F621C"/>
    <w:rsid w:val="007005EC"/>
    <w:rsid w:val="00707F31"/>
    <w:rsid w:val="00720BCC"/>
    <w:rsid w:val="00725035"/>
    <w:rsid w:val="00725D90"/>
    <w:rsid w:val="007273A6"/>
    <w:rsid w:val="00751C22"/>
    <w:rsid w:val="00763203"/>
    <w:rsid w:val="00770604"/>
    <w:rsid w:val="007927BB"/>
    <w:rsid w:val="00794AA5"/>
    <w:rsid w:val="007C31A7"/>
    <w:rsid w:val="007E4E60"/>
    <w:rsid w:val="007F36DB"/>
    <w:rsid w:val="007F764A"/>
    <w:rsid w:val="00827E69"/>
    <w:rsid w:val="008301DF"/>
    <w:rsid w:val="00834CD6"/>
    <w:rsid w:val="008659B1"/>
    <w:rsid w:val="00880735"/>
    <w:rsid w:val="008852EF"/>
    <w:rsid w:val="00893463"/>
    <w:rsid w:val="00893AF8"/>
    <w:rsid w:val="008A6E64"/>
    <w:rsid w:val="008B408B"/>
    <w:rsid w:val="008D24C1"/>
    <w:rsid w:val="0090690D"/>
    <w:rsid w:val="00911F81"/>
    <w:rsid w:val="00917DBD"/>
    <w:rsid w:val="00951556"/>
    <w:rsid w:val="00951895"/>
    <w:rsid w:val="00965227"/>
    <w:rsid w:val="00974F3B"/>
    <w:rsid w:val="009864E0"/>
    <w:rsid w:val="00987D97"/>
    <w:rsid w:val="009A3991"/>
    <w:rsid w:val="009C1472"/>
    <w:rsid w:val="009C2927"/>
    <w:rsid w:val="009D3B2C"/>
    <w:rsid w:val="009F2FE4"/>
    <w:rsid w:val="00A07024"/>
    <w:rsid w:val="00A13AC0"/>
    <w:rsid w:val="00A162E0"/>
    <w:rsid w:val="00A2176E"/>
    <w:rsid w:val="00A21A2D"/>
    <w:rsid w:val="00A30969"/>
    <w:rsid w:val="00A41D07"/>
    <w:rsid w:val="00A420AC"/>
    <w:rsid w:val="00A522FA"/>
    <w:rsid w:val="00A73C14"/>
    <w:rsid w:val="00A83581"/>
    <w:rsid w:val="00A92059"/>
    <w:rsid w:val="00AA14B5"/>
    <w:rsid w:val="00AD2BDF"/>
    <w:rsid w:val="00AD44CB"/>
    <w:rsid w:val="00AD47B9"/>
    <w:rsid w:val="00B202DE"/>
    <w:rsid w:val="00B339D4"/>
    <w:rsid w:val="00B44E28"/>
    <w:rsid w:val="00B50447"/>
    <w:rsid w:val="00B52991"/>
    <w:rsid w:val="00B764BB"/>
    <w:rsid w:val="00B97EFC"/>
    <w:rsid w:val="00BA648C"/>
    <w:rsid w:val="00BB08D6"/>
    <w:rsid w:val="00BB50D8"/>
    <w:rsid w:val="00BC1C71"/>
    <w:rsid w:val="00BC31ED"/>
    <w:rsid w:val="00BC7407"/>
    <w:rsid w:val="00BE61BB"/>
    <w:rsid w:val="00BE6777"/>
    <w:rsid w:val="00BF2F5C"/>
    <w:rsid w:val="00C37141"/>
    <w:rsid w:val="00C42329"/>
    <w:rsid w:val="00C5262B"/>
    <w:rsid w:val="00C56E6B"/>
    <w:rsid w:val="00C638AA"/>
    <w:rsid w:val="00C71DEE"/>
    <w:rsid w:val="00C87B93"/>
    <w:rsid w:val="00CB1DCA"/>
    <w:rsid w:val="00CB28CD"/>
    <w:rsid w:val="00CB2E8B"/>
    <w:rsid w:val="00CF52AF"/>
    <w:rsid w:val="00D34EB3"/>
    <w:rsid w:val="00D45FE0"/>
    <w:rsid w:val="00D50BFD"/>
    <w:rsid w:val="00D71D3D"/>
    <w:rsid w:val="00D73B5F"/>
    <w:rsid w:val="00D74359"/>
    <w:rsid w:val="00D87454"/>
    <w:rsid w:val="00D928AB"/>
    <w:rsid w:val="00DA7F99"/>
    <w:rsid w:val="00DE55A8"/>
    <w:rsid w:val="00E008D3"/>
    <w:rsid w:val="00E0161D"/>
    <w:rsid w:val="00E0350B"/>
    <w:rsid w:val="00E040E4"/>
    <w:rsid w:val="00E0776D"/>
    <w:rsid w:val="00E12AC0"/>
    <w:rsid w:val="00E13CDC"/>
    <w:rsid w:val="00E27E6E"/>
    <w:rsid w:val="00E408C7"/>
    <w:rsid w:val="00E42A07"/>
    <w:rsid w:val="00E453ED"/>
    <w:rsid w:val="00E45DBB"/>
    <w:rsid w:val="00E6422B"/>
    <w:rsid w:val="00E93B8F"/>
    <w:rsid w:val="00EA437E"/>
    <w:rsid w:val="00EB7032"/>
    <w:rsid w:val="00ED32B8"/>
    <w:rsid w:val="00EE5FC5"/>
    <w:rsid w:val="00EF74A4"/>
    <w:rsid w:val="00F00CA4"/>
    <w:rsid w:val="00F327B2"/>
    <w:rsid w:val="00F36CE2"/>
    <w:rsid w:val="00F379DF"/>
    <w:rsid w:val="00F4231C"/>
    <w:rsid w:val="00F62ADB"/>
    <w:rsid w:val="00F64607"/>
    <w:rsid w:val="00F73BE7"/>
    <w:rsid w:val="00F74417"/>
    <w:rsid w:val="00F969D1"/>
    <w:rsid w:val="00FA0F31"/>
    <w:rsid w:val="00FA6AA5"/>
    <w:rsid w:val="00FB0B07"/>
    <w:rsid w:val="00FB379E"/>
    <w:rsid w:val="00FE0618"/>
    <w:rsid w:val="00FE1AD2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3A7926"/>
  <w15:docId w15:val="{0AE08507-D606-4C8C-8ADF-5519084A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22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65222C"/>
    <w:pPr>
      <w:keepNext/>
      <w:numPr>
        <w:numId w:val="2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5222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A73C14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A73C14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A73C14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3C14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A73C14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A73C14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A73C14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65222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222C"/>
  </w:style>
  <w:style w:type="paragraph" w:styleId="TOC1">
    <w:name w:val="toc 1"/>
    <w:next w:val="ASDEFCONNormal"/>
    <w:autoRedefine/>
    <w:uiPriority w:val="39"/>
    <w:rsid w:val="0065222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65222C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5222C"/>
    <w:pPr>
      <w:spacing w:after="100"/>
      <w:ind w:left="400"/>
    </w:pPr>
  </w:style>
  <w:style w:type="paragraph" w:styleId="BalloonText">
    <w:name w:val="Balloon Text"/>
    <w:basedOn w:val="Normal"/>
    <w:semiHidden/>
    <w:rsid w:val="00FB379E"/>
    <w:rPr>
      <w:rFonts w:ascii="Tahoma" w:hAnsi="Tahoma" w:cs="Tahoma"/>
      <w:sz w:val="16"/>
      <w:szCs w:val="16"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table" w:styleId="TableGrid">
    <w:name w:val="Table Grid"/>
    <w:basedOn w:val="TableNormal"/>
    <w:rsid w:val="00A73C1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A73C14"/>
  </w:style>
  <w:style w:type="paragraph" w:customStyle="1" w:styleId="Style1">
    <w:name w:val="Style1"/>
    <w:basedOn w:val="Heading4"/>
    <w:rsid w:val="00A73C1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A73C14"/>
    <w:rPr>
      <w:szCs w:val="20"/>
    </w:rPr>
  </w:style>
  <w:style w:type="paragraph" w:styleId="Header">
    <w:name w:val="header"/>
    <w:basedOn w:val="Normal"/>
    <w:rsid w:val="00A162E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62E0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A162E0"/>
    <w:rPr>
      <w:b/>
      <w:bCs/>
      <w:szCs w:val="20"/>
    </w:rPr>
  </w:style>
  <w:style w:type="paragraph" w:customStyle="1" w:styleId="dmo-table2heading">
    <w:name w:val="dmo-table2heading"/>
    <w:basedOn w:val="Normal"/>
    <w:rsid w:val="00102E82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trong">
    <w:name w:val="Strong"/>
    <w:qFormat/>
    <w:rsid w:val="00102E82"/>
    <w:rPr>
      <w:b/>
      <w:bCs/>
    </w:rPr>
  </w:style>
  <w:style w:type="paragraph" w:customStyle="1" w:styleId="dmo-tabletext2">
    <w:name w:val="dmo-tabletext2"/>
    <w:basedOn w:val="Normal"/>
    <w:rsid w:val="00102E8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TCOCLV2-ASDEFCON">
    <w:name w:val="COT/COC LV2 - ASDEFCON"/>
    <w:basedOn w:val="ASDEFCONNormal"/>
    <w:next w:val="COTCOCLV3-ASDEFCON"/>
    <w:rsid w:val="0065222C"/>
    <w:pPr>
      <w:keepNext/>
      <w:keepLines/>
      <w:numPr>
        <w:ilvl w:val="1"/>
        <w:numId w:val="1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5222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5222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5222C"/>
    <w:pPr>
      <w:numPr>
        <w:ilvl w:val="2"/>
        <w:numId w:val="16"/>
      </w:numPr>
    </w:pPr>
  </w:style>
  <w:style w:type="paragraph" w:customStyle="1" w:styleId="COTCOCLV1-ASDEFCON">
    <w:name w:val="COT/COC LV1 - ASDEFCON"/>
    <w:basedOn w:val="ASDEFCONNormal"/>
    <w:next w:val="COTCOCLV2-ASDEFCON"/>
    <w:rsid w:val="0065222C"/>
    <w:pPr>
      <w:keepNext/>
      <w:keepLines/>
      <w:numPr>
        <w:numId w:val="1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5222C"/>
    <w:pPr>
      <w:numPr>
        <w:ilvl w:val="3"/>
        <w:numId w:val="16"/>
      </w:numPr>
    </w:pPr>
  </w:style>
  <w:style w:type="paragraph" w:customStyle="1" w:styleId="COTCOCLV5-ASDEFCON">
    <w:name w:val="COT/COC LV5 - ASDEFCON"/>
    <w:basedOn w:val="ASDEFCONNormal"/>
    <w:rsid w:val="0065222C"/>
    <w:pPr>
      <w:numPr>
        <w:ilvl w:val="4"/>
        <w:numId w:val="16"/>
      </w:numPr>
    </w:pPr>
  </w:style>
  <w:style w:type="paragraph" w:customStyle="1" w:styleId="COTCOCLV6-ASDEFCON">
    <w:name w:val="COT/COC LV6 - ASDEFCON"/>
    <w:basedOn w:val="ASDEFCONNormal"/>
    <w:rsid w:val="0065222C"/>
    <w:pPr>
      <w:keepLines/>
      <w:numPr>
        <w:ilvl w:val="5"/>
        <w:numId w:val="16"/>
      </w:numPr>
    </w:pPr>
  </w:style>
  <w:style w:type="paragraph" w:customStyle="1" w:styleId="ASDEFCONOption">
    <w:name w:val="ASDEFCON Option"/>
    <w:basedOn w:val="ASDEFCONNormal"/>
    <w:rsid w:val="0065222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5222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5222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5222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5222C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5222C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5222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5222C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5222C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65222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5222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5222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5222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5222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5222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5222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5222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5222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5222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5222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5222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5222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5222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5222C"/>
    <w:pPr>
      <w:numPr>
        <w:numId w:val="1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5222C"/>
    <w:pPr>
      <w:numPr>
        <w:numId w:val="1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5222C"/>
    <w:pPr>
      <w:numPr>
        <w:numId w:val="2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5222C"/>
    <w:pPr>
      <w:numPr>
        <w:numId w:val="2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5222C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5222C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5222C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5222C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5222C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5222C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5222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5222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5222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5222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5222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5222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5222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5222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5222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5222C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5222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5222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65222C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556CC5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65222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5222C"/>
    <w:pPr>
      <w:numPr>
        <w:numId w:val="2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5222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5222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5222C"/>
    <w:pPr>
      <w:numPr>
        <w:numId w:val="3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5222C"/>
    <w:pPr>
      <w:numPr>
        <w:numId w:val="3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5222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5222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5222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5222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5222C"/>
    <w:pPr>
      <w:numPr>
        <w:numId w:val="24"/>
      </w:numPr>
    </w:pPr>
  </w:style>
  <w:style w:type="paragraph" w:customStyle="1" w:styleId="Table8ptBP2-ASDEFCON">
    <w:name w:val="Table 8pt BP2 - ASDEFCON"/>
    <w:basedOn w:val="Table8ptText-ASDEFCON"/>
    <w:rsid w:val="0065222C"/>
    <w:pPr>
      <w:numPr>
        <w:ilvl w:val="1"/>
        <w:numId w:val="2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5222C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5222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5222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5222C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65222C"/>
    <w:pPr>
      <w:numPr>
        <w:numId w:val="3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5222C"/>
    <w:pPr>
      <w:numPr>
        <w:ilvl w:val="1"/>
        <w:numId w:val="3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5222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5222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5222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5222C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5222C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5222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5222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5222C"/>
    <w:pPr>
      <w:numPr>
        <w:numId w:val="3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5222C"/>
    <w:pPr>
      <w:numPr>
        <w:numId w:val="27"/>
      </w:numPr>
    </w:pPr>
  </w:style>
  <w:style w:type="character" w:customStyle="1" w:styleId="ASDEFCONRecitalsCharChar">
    <w:name w:val="ASDEFCON Recitals Char Char"/>
    <w:link w:val="ASDEFCONRecitals"/>
    <w:rsid w:val="0065222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5222C"/>
    <w:pPr>
      <w:numPr>
        <w:numId w:val="2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5222C"/>
    <w:pPr>
      <w:numPr>
        <w:numId w:val="29"/>
      </w:numPr>
    </w:pPr>
    <w:rPr>
      <w:b/>
      <w:i/>
    </w:rPr>
  </w:style>
  <w:style w:type="paragraph" w:styleId="Caption">
    <w:name w:val="caption"/>
    <w:basedOn w:val="Normal"/>
    <w:next w:val="Normal"/>
    <w:qFormat/>
    <w:rsid w:val="0065222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5222C"/>
    <w:pPr>
      <w:numPr>
        <w:numId w:val="3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5222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5222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5222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5222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5222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5222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5222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5222C"/>
    <w:pPr>
      <w:numPr>
        <w:ilvl w:val="1"/>
        <w:numId w:val="34"/>
      </w:numPr>
    </w:pPr>
  </w:style>
  <w:style w:type="character" w:customStyle="1" w:styleId="Heading2Char">
    <w:name w:val="Heading 2 Char"/>
    <w:link w:val="Heading2"/>
    <w:rsid w:val="0065222C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65222C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65222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5222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5222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5222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5222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5222C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65222C"/>
    <w:pPr>
      <w:numPr>
        <w:numId w:val="3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2F5C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Revision">
    <w:name w:val="Revision"/>
    <w:hidden/>
    <w:uiPriority w:val="99"/>
    <w:semiHidden/>
    <w:rsid w:val="002F138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2164</TotalTime>
  <Pages>4</Pages>
  <Words>665</Words>
  <Characters>3702</Characters>
  <Application>Microsoft Office Word</Application>
  <DocSecurity>0</DocSecurity>
  <Lines>82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TDR No</vt:lpstr>
    </vt:vector>
  </TitlesOfParts>
  <Company>Department of Defence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TDR No</dc:title>
  <dc:subject>Attachment to Conditions of Tender</dc:subject>
  <dc:creator/>
  <cp:keywords/>
  <dc:description/>
  <cp:lastModifiedBy>Christian Uhrenfeldt</cp:lastModifiedBy>
  <cp:revision>44</cp:revision>
  <cp:lastPrinted>2018-10-22T03:30:00Z</cp:lastPrinted>
  <dcterms:created xsi:type="dcterms:W3CDTF">2018-10-11T05:01:00Z</dcterms:created>
  <dcterms:modified xsi:type="dcterms:W3CDTF">2021-08-30T02:49:00Z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V2.0</vt:lpwstr>
  </property>
  <property fmtid="{D5CDD505-2E9C-101B-9397-08002B2CF9AE}" pid="3" name="Objective-Id">
    <vt:lpwstr>BM29278247</vt:lpwstr>
  </property>
  <property fmtid="{D5CDD505-2E9C-101B-9397-08002B2CF9AE}" pid="4" name="Objective-Title">
    <vt:lpwstr>002_ALM (Strategic) CoT TDRL</vt:lpwstr>
  </property>
  <property fmtid="{D5CDD505-2E9C-101B-9397-08002B2CF9AE}" pid="5" name="Objective-Comment">
    <vt:lpwstr/>
  </property>
  <property fmtid="{D5CDD505-2E9C-101B-9397-08002B2CF9AE}" pid="6" name="Objective-CreationStamp">
    <vt:filetime>2021-07-08T06:37:33Z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2021-08-27T07:32:24Z</vt:filetime>
  </property>
  <property fmtid="{D5CDD505-2E9C-101B-9397-08002B2CF9AE}" pid="11" name="Objective-Owner">
    <vt:lpwstr>Bradley, Ben MR 1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03 Final Masters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Linkages Module (Strategic)</vt:lpwstr>
  </property>
  <property fmtid="{D5CDD505-2E9C-101B-9397-08002B2CF9AE}" pid="24" name="Header_Right">
    <vt:lpwstr>PART 1</vt:lpwstr>
  </property>
  <property fmtid="{D5CDD505-2E9C-101B-9397-08002B2CF9AE}" pid="25" name="Footer_Left">
    <vt:lpwstr>Attachments to Conditions of Tender</vt:lpwstr>
  </property>
</Properties>
</file>